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3FDCB" w14:textId="77777777" w:rsidR="006E5D65" w:rsidRPr="00794FA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94FA2">
        <w:rPr>
          <w:rFonts w:ascii="Corbel" w:hAnsi="Corbel"/>
          <w:b/>
          <w:bCs/>
        </w:rPr>
        <w:tab/>
      </w:r>
      <w:r w:rsidRPr="00794FA2">
        <w:rPr>
          <w:rFonts w:ascii="Corbel" w:hAnsi="Corbel"/>
          <w:b/>
          <w:bCs/>
        </w:rPr>
        <w:tab/>
      </w:r>
      <w:r w:rsidRPr="00794FA2">
        <w:rPr>
          <w:rFonts w:ascii="Corbel" w:hAnsi="Corbel"/>
          <w:b/>
          <w:bCs/>
        </w:rPr>
        <w:tab/>
      </w:r>
      <w:r w:rsidRPr="00794FA2">
        <w:rPr>
          <w:rFonts w:ascii="Corbel" w:hAnsi="Corbel"/>
          <w:b/>
          <w:bCs/>
        </w:rPr>
        <w:tab/>
      </w:r>
      <w:r w:rsidRPr="00794FA2">
        <w:rPr>
          <w:rFonts w:ascii="Corbel" w:hAnsi="Corbel"/>
          <w:b/>
          <w:bCs/>
        </w:rPr>
        <w:tab/>
      </w:r>
      <w:r w:rsidRPr="00794FA2">
        <w:rPr>
          <w:rFonts w:ascii="Corbel" w:hAnsi="Corbel"/>
          <w:b/>
          <w:bCs/>
        </w:rPr>
        <w:tab/>
      </w:r>
      <w:r w:rsidR="00D8678B" w:rsidRPr="00794FA2">
        <w:rPr>
          <w:rFonts w:ascii="Corbel" w:hAnsi="Corbel"/>
          <w:bCs/>
          <w:i/>
        </w:rPr>
        <w:t xml:space="preserve">Załącznik nr </w:t>
      </w:r>
      <w:r w:rsidR="006F31E2" w:rsidRPr="00794FA2">
        <w:rPr>
          <w:rFonts w:ascii="Corbel" w:hAnsi="Corbel"/>
          <w:bCs/>
          <w:i/>
        </w:rPr>
        <w:t>1.5</w:t>
      </w:r>
      <w:r w:rsidR="00D8678B" w:rsidRPr="00794FA2">
        <w:rPr>
          <w:rFonts w:ascii="Corbel" w:hAnsi="Corbel"/>
          <w:bCs/>
          <w:i/>
        </w:rPr>
        <w:t xml:space="preserve"> do Zarządzenia</w:t>
      </w:r>
      <w:r w:rsidR="002A22BF" w:rsidRPr="00794FA2">
        <w:rPr>
          <w:rFonts w:ascii="Corbel" w:hAnsi="Corbel"/>
          <w:bCs/>
          <w:i/>
        </w:rPr>
        <w:t xml:space="preserve"> Rektora UR </w:t>
      </w:r>
      <w:r w:rsidRPr="00794FA2">
        <w:rPr>
          <w:rFonts w:ascii="Corbel" w:hAnsi="Corbel"/>
          <w:bCs/>
          <w:i/>
        </w:rPr>
        <w:t xml:space="preserve"> nr </w:t>
      </w:r>
      <w:r w:rsidR="00F17567" w:rsidRPr="00794FA2">
        <w:rPr>
          <w:rFonts w:ascii="Corbel" w:hAnsi="Corbel"/>
          <w:bCs/>
          <w:i/>
        </w:rPr>
        <w:t>12/2019</w:t>
      </w:r>
    </w:p>
    <w:p w14:paraId="121C2080" w14:textId="77777777" w:rsidR="0085747A" w:rsidRPr="00794F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4FA2">
        <w:rPr>
          <w:rFonts w:ascii="Corbel" w:hAnsi="Corbel"/>
          <w:b/>
          <w:smallCaps/>
          <w:sz w:val="24"/>
          <w:szCs w:val="24"/>
        </w:rPr>
        <w:t>SYLABUS</w:t>
      </w:r>
    </w:p>
    <w:p w14:paraId="5C179A7A" w14:textId="74882277" w:rsidR="0085747A" w:rsidRPr="00794FA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94FA2">
        <w:rPr>
          <w:rFonts w:ascii="Corbel" w:hAnsi="Corbel"/>
          <w:b/>
          <w:smallCaps/>
          <w:sz w:val="24"/>
          <w:szCs w:val="24"/>
        </w:rPr>
        <w:t>dotyczy cyklu kształcenia</w:t>
      </w:r>
      <w:r w:rsidR="00794FA2" w:rsidRPr="00794FA2">
        <w:rPr>
          <w:rFonts w:ascii="Corbel" w:hAnsi="Corbel"/>
          <w:b/>
          <w:smallCaps/>
          <w:sz w:val="24"/>
          <w:szCs w:val="24"/>
        </w:rPr>
        <w:t xml:space="preserve"> </w:t>
      </w:r>
      <w:r w:rsidR="00BA1F6D">
        <w:rPr>
          <w:rFonts w:ascii="Corbel" w:hAnsi="Corbel"/>
          <w:i/>
          <w:smallCaps/>
        </w:rPr>
        <w:t>2021-2023</w:t>
      </w:r>
    </w:p>
    <w:p w14:paraId="108E1B35" w14:textId="77777777" w:rsidR="0085747A" w:rsidRPr="00794FA2" w:rsidRDefault="0085747A" w:rsidP="00794FA2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794FA2">
        <w:rPr>
          <w:rFonts w:ascii="Corbel" w:hAnsi="Corbel"/>
          <w:i/>
          <w:sz w:val="20"/>
          <w:szCs w:val="20"/>
        </w:rPr>
        <w:t>(skrajne daty</w:t>
      </w:r>
      <w:r w:rsidRPr="00794FA2">
        <w:rPr>
          <w:rFonts w:ascii="Corbel" w:hAnsi="Corbel"/>
          <w:sz w:val="20"/>
          <w:szCs w:val="20"/>
        </w:rPr>
        <w:t>)</w:t>
      </w:r>
    </w:p>
    <w:p w14:paraId="36B66E69" w14:textId="01725114" w:rsidR="00445970" w:rsidRPr="00794FA2" w:rsidRDefault="00445970" w:rsidP="00871A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94FA2">
        <w:rPr>
          <w:rFonts w:ascii="Corbel" w:hAnsi="Corbel"/>
          <w:sz w:val="20"/>
          <w:szCs w:val="20"/>
        </w:rPr>
        <w:t>R</w:t>
      </w:r>
      <w:r w:rsidR="0032463C" w:rsidRPr="00794FA2">
        <w:rPr>
          <w:rFonts w:ascii="Corbel" w:hAnsi="Corbel"/>
          <w:sz w:val="20"/>
          <w:szCs w:val="20"/>
        </w:rPr>
        <w:t xml:space="preserve">ok akademicki </w:t>
      </w:r>
      <w:r w:rsidR="00BA1F6D" w:rsidRPr="00BA1F6D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14:paraId="0FB687CA" w14:textId="77777777" w:rsidR="0085747A" w:rsidRPr="00794F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841B75" w14:textId="77777777" w:rsidR="0085747A" w:rsidRPr="00794F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94FA2">
        <w:rPr>
          <w:rFonts w:ascii="Corbel" w:hAnsi="Corbel"/>
          <w:szCs w:val="24"/>
        </w:rPr>
        <w:t xml:space="preserve">1. </w:t>
      </w:r>
      <w:r w:rsidR="0085747A" w:rsidRPr="00794FA2">
        <w:rPr>
          <w:rFonts w:ascii="Corbel" w:hAnsi="Corbel"/>
          <w:szCs w:val="24"/>
        </w:rPr>
        <w:t xml:space="preserve">Podstawowe </w:t>
      </w:r>
      <w:r w:rsidR="00445970" w:rsidRPr="00794FA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94FA2" w14:paraId="10FFDEC6" w14:textId="77777777" w:rsidTr="00794FA2">
        <w:tc>
          <w:tcPr>
            <w:tcW w:w="2694" w:type="dxa"/>
            <w:vAlign w:val="center"/>
          </w:tcPr>
          <w:p w14:paraId="2F1E57DC" w14:textId="77777777" w:rsidR="0085747A" w:rsidRPr="00794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1D4C2B" w14:textId="77777777" w:rsidR="0085747A" w:rsidRPr="00794FA2" w:rsidRDefault="00A47B28" w:rsidP="00A47B2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Formy organizacyjnoprawne finansowania rządowych i samorządowych zadań publicznych</w:t>
            </w:r>
          </w:p>
        </w:tc>
      </w:tr>
      <w:tr w:rsidR="0085747A" w:rsidRPr="00794FA2" w14:paraId="67AE9962" w14:textId="77777777" w:rsidTr="00794FA2">
        <w:tc>
          <w:tcPr>
            <w:tcW w:w="2694" w:type="dxa"/>
            <w:vAlign w:val="center"/>
          </w:tcPr>
          <w:p w14:paraId="4311FA8A" w14:textId="77777777" w:rsidR="0085747A" w:rsidRPr="00794F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4F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C56B35" w14:textId="77777777" w:rsidR="0085747A" w:rsidRPr="00794FA2" w:rsidRDefault="00AA062A" w:rsidP="00AA06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PRA115</w:t>
            </w:r>
          </w:p>
        </w:tc>
      </w:tr>
      <w:tr w:rsidR="0085747A" w:rsidRPr="00794FA2" w14:paraId="43C770DA" w14:textId="77777777" w:rsidTr="00794FA2">
        <w:tc>
          <w:tcPr>
            <w:tcW w:w="2694" w:type="dxa"/>
            <w:vAlign w:val="center"/>
          </w:tcPr>
          <w:p w14:paraId="303F293B" w14:textId="77777777" w:rsidR="0085747A" w:rsidRPr="00794FA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4F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1D941B" w14:textId="77777777" w:rsidR="0085747A" w:rsidRPr="00794FA2" w:rsidRDefault="00C81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4FA2" w:rsidRPr="00794FA2" w14:paraId="00EC3A72" w14:textId="77777777" w:rsidTr="00794FA2">
        <w:tc>
          <w:tcPr>
            <w:tcW w:w="2694" w:type="dxa"/>
            <w:vAlign w:val="center"/>
          </w:tcPr>
          <w:p w14:paraId="55413902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34DC17" w14:textId="1109BFA7" w:rsidR="00794FA2" w:rsidRPr="00794FA2" w:rsidRDefault="00794FA2" w:rsidP="00794F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4FA2" w:rsidRPr="00794FA2" w14:paraId="72D8D628" w14:textId="77777777" w:rsidTr="00794FA2">
        <w:tc>
          <w:tcPr>
            <w:tcW w:w="2694" w:type="dxa"/>
            <w:vAlign w:val="center"/>
          </w:tcPr>
          <w:p w14:paraId="018AE3F6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57FEDA" w14:textId="3B67FAF8" w:rsidR="00794FA2" w:rsidRPr="00794FA2" w:rsidRDefault="00794FA2" w:rsidP="00794F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794FA2" w:rsidRPr="00794FA2" w14:paraId="59EFB923" w14:textId="77777777" w:rsidTr="00794FA2">
        <w:tc>
          <w:tcPr>
            <w:tcW w:w="2694" w:type="dxa"/>
            <w:vAlign w:val="center"/>
          </w:tcPr>
          <w:p w14:paraId="039CAFC6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10007E" w14:textId="1254FFA6" w:rsidR="00794FA2" w:rsidRPr="00794FA2" w:rsidRDefault="00794FA2" w:rsidP="00794F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794FA2" w:rsidRPr="00794FA2" w14:paraId="73FF36F9" w14:textId="77777777" w:rsidTr="00794FA2">
        <w:tc>
          <w:tcPr>
            <w:tcW w:w="2694" w:type="dxa"/>
            <w:vAlign w:val="center"/>
          </w:tcPr>
          <w:p w14:paraId="5C9E6BF9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11DC0" w14:textId="77777777" w:rsidR="00794FA2" w:rsidRPr="00794FA2" w:rsidRDefault="00794FA2" w:rsidP="00794F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94FA2" w:rsidRPr="00794FA2" w14:paraId="7395E538" w14:textId="77777777" w:rsidTr="00794FA2">
        <w:tc>
          <w:tcPr>
            <w:tcW w:w="2694" w:type="dxa"/>
            <w:vAlign w:val="center"/>
          </w:tcPr>
          <w:p w14:paraId="20ECE1B3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9B5197" w14:textId="77777777" w:rsidR="00794FA2" w:rsidRPr="00794FA2" w:rsidRDefault="00794FA2" w:rsidP="00794F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94FA2" w:rsidRPr="00794FA2" w14:paraId="18005B42" w14:textId="77777777" w:rsidTr="00794FA2">
        <w:tc>
          <w:tcPr>
            <w:tcW w:w="2694" w:type="dxa"/>
            <w:vAlign w:val="center"/>
          </w:tcPr>
          <w:p w14:paraId="58878D9A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503B50" w14:textId="77777777" w:rsidR="00794FA2" w:rsidRPr="00794FA2" w:rsidRDefault="00794FA2" w:rsidP="00794F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II rok, IV semestr</w:t>
            </w:r>
          </w:p>
        </w:tc>
      </w:tr>
      <w:tr w:rsidR="00794FA2" w:rsidRPr="00794FA2" w14:paraId="22255AE7" w14:textId="77777777" w:rsidTr="00794FA2">
        <w:tc>
          <w:tcPr>
            <w:tcW w:w="2694" w:type="dxa"/>
            <w:vAlign w:val="center"/>
          </w:tcPr>
          <w:p w14:paraId="60B9BBBB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63DD15" w14:textId="77777777" w:rsidR="00794FA2" w:rsidRPr="00794FA2" w:rsidRDefault="00794FA2" w:rsidP="00794F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94FA2" w:rsidRPr="00794FA2" w14:paraId="27C277D4" w14:textId="77777777" w:rsidTr="00794FA2">
        <w:tc>
          <w:tcPr>
            <w:tcW w:w="2694" w:type="dxa"/>
            <w:vAlign w:val="center"/>
          </w:tcPr>
          <w:p w14:paraId="0E1D1574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CCCC33" w14:textId="77777777" w:rsidR="00794FA2" w:rsidRPr="00794FA2" w:rsidRDefault="00794FA2" w:rsidP="00794F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4FA2" w:rsidRPr="00794FA2" w14:paraId="58A141F6" w14:textId="77777777" w:rsidTr="00794FA2">
        <w:tc>
          <w:tcPr>
            <w:tcW w:w="2694" w:type="dxa"/>
            <w:vAlign w:val="center"/>
          </w:tcPr>
          <w:p w14:paraId="6A7BB570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EC7716" w14:textId="77777777" w:rsidR="00794FA2" w:rsidRPr="00794FA2" w:rsidRDefault="00794FA2" w:rsidP="00794F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794FA2" w:rsidRPr="00794FA2" w14:paraId="21B87439" w14:textId="77777777" w:rsidTr="00794FA2">
        <w:tc>
          <w:tcPr>
            <w:tcW w:w="2694" w:type="dxa"/>
            <w:vAlign w:val="center"/>
          </w:tcPr>
          <w:p w14:paraId="3D6C5255" w14:textId="77777777" w:rsidR="00794FA2" w:rsidRPr="00794FA2" w:rsidRDefault="00794FA2" w:rsidP="00794F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D7D29" w14:textId="77777777" w:rsidR="00794FA2" w:rsidRPr="00794FA2" w:rsidRDefault="00794FA2" w:rsidP="00794FA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dr Paweł Majka, </w:t>
            </w:r>
          </w:p>
          <w:p w14:paraId="7F9F6A28" w14:textId="05B60AE3" w:rsidR="00794FA2" w:rsidRPr="00794FA2" w:rsidRDefault="00794FA2" w:rsidP="00794FA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Sagan,  dr Anna Wójtowicz-Dawid</w:t>
            </w:r>
          </w:p>
        </w:tc>
      </w:tr>
    </w:tbl>
    <w:p w14:paraId="3C4F7391" w14:textId="4847F31F" w:rsidR="0085747A" w:rsidRPr="00794FA2" w:rsidRDefault="0085747A" w:rsidP="00794FA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794FA2">
        <w:rPr>
          <w:rFonts w:ascii="Corbel" w:hAnsi="Corbel"/>
          <w:sz w:val="24"/>
          <w:szCs w:val="24"/>
        </w:rPr>
        <w:t xml:space="preserve">* </w:t>
      </w:r>
      <w:r w:rsidRPr="00794FA2">
        <w:rPr>
          <w:rFonts w:ascii="Corbel" w:hAnsi="Corbel"/>
          <w:i/>
          <w:sz w:val="24"/>
          <w:szCs w:val="24"/>
        </w:rPr>
        <w:t>-</w:t>
      </w:r>
      <w:r w:rsidR="00B90885" w:rsidRPr="00794F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4FA2">
        <w:rPr>
          <w:rFonts w:ascii="Corbel" w:hAnsi="Corbel"/>
          <w:b w:val="0"/>
          <w:sz w:val="24"/>
          <w:szCs w:val="24"/>
        </w:rPr>
        <w:t>e,</w:t>
      </w:r>
      <w:r w:rsidR="00252283" w:rsidRPr="00794FA2">
        <w:rPr>
          <w:rFonts w:ascii="Corbel" w:hAnsi="Corbel"/>
          <w:b w:val="0"/>
          <w:sz w:val="24"/>
          <w:szCs w:val="24"/>
        </w:rPr>
        <w:t xml:space="preserve"> </w:t>
      </w:r>
      <w:r w:rsidRPr="00794F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4FA2">
        <w:rPr>
          <w:rFonts w:ascii="Corbel" w:hAnsi="Corbel"/>
          <w:b w:val="0"/>
          <w:i/>
          <w:sz w:val="24"/>
          <w:szCs w:val="24"/>
        </w:rPr>
        <w:t>w Jednostce</w:t>
      </w:r>
    </w:p>
    <w:p w14:paraId="67864D68" w14:textId="77777777" w:rsidR="0085747A" w:rsidRPr="00794F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94FA2">
        <w:rPr>
          <w:rFonts w:ascii="Corbel" w:hAnsi="Corbel"/>
          <w:sz w:val="24"/>
          <w:szCs w:val="24"/>
        </w:rPr>
        <w:t>1.</w:t>
      </w:r>
      <w:r w:rsidR="00E22FBC" w:rsidRPr="00794FA2">
        <w:rPr>
          <w:rFonts w:ascii="Corbel" w:hAnsi="Corbel"/>
          <w:sz w:val="24"/>
          <w:szCs w:val="24"/>
        </w:rPr>
        <w:t>1</w:t>
      </w:r>
      <w:r w:rsidRPr="00794F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548D90" w14:textId="77777777" w:rsidR="00923D7D" w:rsidRPr="00794F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94FA2" w14:paraId="3F3C1125" w14:textId="77777777" w:rsidTr="00794FA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8DAE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4FA2">
              <w:rPr>
                <w:rFonts w:ascii="Corbel" w:hAnsi="Corbel"/>
                <w:szCs w:val="24"/>
              </w:rPr>
              <w:t>Semestr</w:t>
            </w:r>
          </w:p>
          <w:p w14:paraId="469300CF" w14:textId="77777777" w:rsidR="00015B8F" w:rsidRPr="00794FA2" w:rsidRDefault="002B5EA0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4FA2">
              <w:rPr>
                <w:rFonts w:ascii="Corbel" w:hAnsi="Corbel"/>
                <w:szCs w:val="24"/>
              </w:rPr>
              <w:t>(</w:t>
            </w:r>
            <w:r w:rsidR="00363F78" w:rsidRPr="00794F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F2AC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4FA2">
              <w:rPr>
                <w:rFonts w:ascii="Corbel" w:hAnsi="Corbel"/>
                <w:szCs w:val="24"/>
              </w:rPr>
              <w:t>Wykł</w:t>
            </w:r>
            <w:proofErr w:type="spellEnd"/>
            <w:r w:rsidRPr="00794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4726B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4F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6D14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4FA2">
              <w:rPr>
                <w:rFonts w:ascii="Corbel" w:hAnsi="Corbel"/>
                <w:szCs w:val="24"/>
              </w:rPr>
              <w:t>Konw</w:t>
            </w:r>
            <w:proofErr w:type="spellEnd"/>
            <w:r w:rsidRPr="00794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7C00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4F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B668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4FA2">
              <w:rPr>
                <w:rFonts w:ascii="Corbel" w:hAnsi="Corbel"/>
                <w:szCs w:val="24"/>
              </w:rPr>
              <w:t>Sem</w:t>
            </w:r>
            <w:proofErr w:type="spellEnd"/>
            <w:r w:rsidRPr="00794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ACA4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4F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E8E4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4FA2">
              <w:rPr>
                <w:rFonts w:ascii="Corbel" w:hAnsi="Corbel"/>
                <w:szCs w:val="24"/>
              </w:rPr>
              <w:t>Prakt</w:t>
            </w:r>
            <w:proofErr w:type="spellEnd"/>
            <w:r w:rsidRPr="00794F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6074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4F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CEBBA" w14:textId="77777777" w:rsidR="00015B8F" w:rsidRPr="00794FA2" w:rsidRDefault="00015B8F" w:rsidP="00794FA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4FA2">
              <w:rPr>
                <w:rFonts w:ascii="Corbel" w:hAnsi="Corbel"/>
                <w:b/>
                <w:szCs w:val="24"/>
              </w:rPr>
              <w:t>Liczba pkt</w:t>
            </w:r>
            <w:r w:rsidR="00B90885" w:rsidRPr="00794FA2">
              <w:rPr>
                <w:rFonts w:ascii="Corbel" w:hAnsi="Corbel"/>
                <w:b/>
                <w:szCs w:val="24"/>
              </w:rPr>
              <w:t>.</w:t>
            </w:r>
            <w:r w:rsidRPr="00794F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94FA2" w14:paraId="015444A6" w14:textId="77777777" w:rsidTr="00794FA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7DD2" w14:textId="77777777" w:rsidR="00015B8F" w:rsidRPr="00794FA2" w:rsidRDefault="0089084B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I</w:t>
            </w:r>
            <w:r w:rsidR="00AA062A" w:rsidRPr="00794FA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E922" w14:textId="77777777" w:rsidR="00015B8F" w:rsidRPr="00794FA2" w:rsidRDefault="00015B8F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A354" w14:textId="77777777" w:rsidR="00015B8F" w:rsidRPr="00794FA2" w:rsidRDefault="00015B8F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71A2" w14:textId="14E6F59A" w:rsidR="001272F9" w:rsidRPr="00794FA2" w:rsidRDefault="003C2823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387B" w14:textId="77777777" w:rsidR="00015B8F" w:rsidRPr="00794FA2" w:rsidRDefault="00015B8F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9E5A" w14:textId="77777777" w:rsidR="00015B8F" w:rsidRPr="00794FA2" w:rsidRDefault="00015B8F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AA19" w14:textId="77777777" w:rsidR="00015B8F" w:rsidRPr="00794FA2" w:rsidRDefault="00015B8F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8541" w14:textId="77777777" w:rsidR="00015B8F" w:rsidRPr="00794FA2" w:rsidRDefault="00015B8F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F856" w14:textId="77777777" w:rsidR="00015B8F" w:rsidRPr="00794FA2" w:rsidRDefault="00015B8F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E078" w14:textId="77777777" w:rsidR="00015B8F" w:rsidRPr="00794FA2" w:rsidRDefault="0089084B" w:rsidP="00794F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0C6BD6" w14:textId="77777777" w:rsidR="00923D7D" w:rsidRPr="00794F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91A36F" w14:textId="77777777" w:rsidR="0085747A" w:rsidRPr="00794F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4FA2">
        <w:rPr>
          <w:rFonts w:ascii="Corbel" w:hAnsi="Corbel"/>
          <w:smallCaps w:val="0"/>
          <w:szCs w:val="24"/>
        </w:rPr>
        <w:t>1.</w:t>
      </w:r>
      <w:r w:rsidR="00E22FBC" w:rsidRPr="00794FA2">
        <w:rPr>
          <w:rFonts w:ascii="Corbel" w:hAnsi="Corbel"/>
          <w:smallCaps w:val="0"/>
          <w:szCs w:val="24"/>
        </w:rPr>
        <w:t>2</w:t>
      </w:r>
      <w:r w:rsidR="00F83B28" w:rsidRPr="00794FA2">
        <w:rPr>
          <w:rFonts w:ascii="Corbel" w:hAnsi="Corbel"/>
          <w:smallCaps w:val="0"/>
          <w:szCs w:val="24"/>
        </w:rPr>
        <w:t>.</w:t>
      </w:r>
      <w:r w:rsidR="00F83B28" w:rsidRPr="00794FA2">
        <w:rPr>
          <w:rFonts w:ascii="Corbel" w:hAnsi="Corbel"/>
          <w:smallCaps w:val="0"/>
          <w:szCs w:val="24"/>
        </w:rPr>
        <w:tab/>
      </w:r>
      <w:r w:rsidRPr="00794FA2">
        <w:rPr>
          <w:rFonts w:ascii="Corbel" w:hAnsi="Corbel"/>
          <w:smallCaps w:val="0"/>
          <w:szCs w:val="24"/>
        </w:rPr>
        <w:t xml:space="preserve">Sposób realizacji zajęć  </w:t>
      </w:r>
    </w:p>
    <w:p w14:paraId="3AE29A52" w14:textId="77777777" w:rsidR="00794FA2" w:rsidRPr="00794FA2" w:rsidRDefault="00794FA2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bookmarkStart w:id="1" w:name="_Hlk64922007"/>
    </w:p>
    <w:p w14:paraId="28379B60" w14:textId="42E3DEAE" w:rsidR="0085747A" w:rsidRPr="00794FA2" w:rsidRDefault="008908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4FA2">
        <w:rPr>
          <w:rFonts w:ascii="Cambria Math" w:eastAsia="MS Gothic" w:hAnsi="Cambria Math" w:cs="Cambria Math"/>
          <w:b w:val="0"/>
          <w:szCs w:val="24"/>
        </w:rPr>
        <w:t>⌧</w:t>
      </w:r>
      <w:bookmarkEnd w:id="1"/>
      <w:r w:rsidR="0085747A" w:rsidRPr="00794FA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8507CFD" w14:textId="11567786" w:rsidR="0085747A" w:rsidRPr="00794FA2" w:rsidRDefault="0025228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4FA2">
        <w:rPr>
          <w:rFonts w:ascii="Cambria Math" w:eastAsia="MS Gothic" w:hAnsi="Cambria Math" w:cs="Cambria Math"/>
          <w:b w:val="0"/>
          <w:szCs w:val="24"/>
        </w:rPr>
        <w:t>⌧</w:t>
      </w:r>
      <w:r w:rsidR="0085747A" w:rsidRPr="00794F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D7FD91" w14:textId="77777777" w:rsidR="0085747A" w:rsidRPr="00794F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278B73" w14:textId="77777777" w:rsidR="009C54AE" w:rsidRPr="00794FA2" w:rsidRDefault="00E22FBC" w:rsidP="0075234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94FA2">
        <w:rPr>
          <w:rFonts w:ascii="Corbel" w:hAnsi="Corbel"/>
          <w:smallCaps w:val="0"/>
          <w:szCs w:val="24"/>
        </w:rPr>
        <w:t xml:space="preserve">1.3 </w:t>
      </w:r>
      <w:r w:rsidR="00F83B28" w:rsidRPr="00794FA2">
        <w:rPr>
          <w:rFonts w:ascii="Corbel" w:hAnsi="Corbel"/>
          <w:smallCaps w:val="0"/>
          <w:szCs w:val="24"/>
        </w:rPr>
        <w:tab/>
      </w:r>
      <w:r w:rsidRPr="00794FA2">
        <w:rPr>
          <w:rFonts w:ascii="Corbel" w:hAnsi="Corbel"/>
          <w:smallCaps w:val="0"/>
          <w:szCs w:val="24"/>
        </w:rPr>
        <w:t>For</w:t>
      </w:r>
      <w:r w:rsidR="00445970" w:rsidRPr="00794FA2">
        <w:rPr>
          <w:rFonts w:ascii="Corbel" w:hAnsi="Corbel"/>
          <w:smallCaps w:val="0"/>
          <w:szCs w:val="24"/>
        </w:rPr>
        <w:t xml:space="preserve">ma zaliczenia przedmiotu </w:t>
      </w:r>
      <w:r w:rsidRPr="00794FA2">
        <w:rPr>
          <w:rFonts w:ascii="Corbel" w:hAnsi="Corbel"/>
          <w:smallCaps w:val="0"/>
          <w:szCs w:val="24"/>
        </w:rPr>
        <w:t xml:space="preserve"> (z toku) </w:t>
      </w:r>
      <w:r w:rsidRPr="00794FA2">
        <w:rPr>
          <w:rFonts w:ascii="Corbel" w:hAnsi="Corbel"/>
          <w:b w:val="0"/>
          <w:smallCaps w:val="0"/>
          <w:szCs w:val="24"/>
        </w:rPr>
        <w:t xml:space="preserve">(egzamin, </w:t>
      </w:r>
      <w:r w:rsidRPr="00794FA2">
        <w:rPr>
          <w:rFonts w:ascii="Corbel" w:hAnsi="Corbel"/>
          <w:smallCaps w:val="0"/>
          <w:szCs w:val="24"/>
          <w:u w:val="single"/>
        </w:rPr>
        <w:t>zaliczenie z oceną</w:t>
      </w:r>
      <w:r w:rsidRPr="00794FA2">
        <w:rPr>
          <w:rFonts w:ascii="Corbel" w:hAnsi="Corbel"/>
          <w:b w:val="0"/>
          <w:smallCaps w:val="0"/>
          <w:szCs w:val="24"/>
        </w:rPr>
        <w:t>, zaliczenie bez oceny)</w:t>
      </w:r>
    </w:p>
    <w:p w14:paraId="4F1DAA92" w14:textId="77777777" w:rsidR="00E960BB" w:rsidRPr="00794F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257D2E" w14:textId="224715DB" w:rsidR="00E960BB" w:rsidRPr="00794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4FA2">
        <w:rPr>
          <w:rFonts w:ascii="Corbel" w:hAnsi="Corbel"/>
          <w:szCs w:val="24"/>
        </w:rPr>
        <w:t xml:space="preserve">2.Wymagania wstępne </w:t>
      </w:r>
    </w:p>
    <w:p w14:paraId="1C1E32C6" w14:textId="77777777" w:rsidR="00794FA2" w:rsidRPr="00794FA2" w:rsidRDefault="00794FA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4FA2" w14:paraId="671CB4E1" w14:textId="77777777" w:rsidTr="00745302">
        <w:tc>
          <w:tcPr>
            <w:tcW w:w="9670" w:type="dxa"/>
          </w:tcPr>
          <w:p w14:paraId="2A6E5E19" w14:textId="4D8EA2F5" w:rsidR="0085747A" w:rsidRPr="00794FA2" w:rsidRDefault="00AA062A" w:rsidP="00AA062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Prawo administracyjne, prawo cywilne, prawo konstytucyjne, prawo finansów publicznych.</w:t>
            </w:r>
          </w:p>
        </w:tc>
      </w:tr>
    </w:tbl>
    <w:p w14:paraId="535406BC" w14:textId="77777777" w:rsidR="00153C41" w:rsidRPr="00794F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42D2" w14:textId="77777777" w:rsidR="00CA1E9A" w:rsidRPr="00794FA2" w:rsidRDefault="00CA1E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775B0B" w14:textId="3AADFFED" w:rsidR="0085747A" w:rsidRPr="00794FA2" w:rsidRDefault="00794FA2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94FA2">
        <w:rPr>
          <w:rFonts w:ascii="Corbel" w:hAnsi="Corbel"/>
          <w:szCs w:val="24"/>
        </w:rPr>
        <w:br w:type="column"/>
      </w:r>
      <w:r w:rsidR="0071620A" w:rsidRPr="00794FA2">
        <w:rPr>
          <w:rFonts w:ascii="Corbel" w:hAnsi="Corbel"/>
          <w:szCs w:val="24"/>
        </w:rPr>
        <w:lastRenderedPageBreak/>
        <w:t>3.</w:t>
      </w:r>
      <w:r w:rsidR="00A84C85" w:rsidRPr="00794FA2">
        <w:rPr>
          <w:rFonts w:ascii="Corbel" w:hAnsi="Corbel"/>
          <w:szCs w:val="24"/>
        </w:rPr>
        <w:t>cele, efekty uczenia się</w:t>
      </w:r>
      <w:r w:rsidR="0085747A" w:rsidRPr="00794FA2">
        <w:rPr>
          <w:rFonts w:ascii="Corbel" w:hAnsi="Corbel"/>
          <w:szCs w:val="24"/>
        </w:rPr>
        <w:t xml:space="preserve"> , treści Programowe i stosowane metody Dydaktyczne</w:t>
      </w:r>
    </w:p>
    <w:p w14:paraId="5AEC65EC" w14:textId="77777777" w:rsidR="0085747A" w:rsidRPr="00794F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0F0007" w14:textId="77777777" w:rsidR="0085747A" w:rsidRPr="00794F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94FA2">
        <w:rPr>
          <w:rFonts w:ascii="Corbel" w:hAnsi="Corbel"/>
          <w:sz w:val="24"/>
          <w:szCs w:val="24"/>
        </w:rPr>
        <w:t xml:space="preserve">3.1 </w:t>
      </w:r>
      <w:r w:rsidR="00C05F44" w:rsidRPr="00794FA2">
        <w:rPr>
          <w:rFonts w:ascii="Corbel" w:hAnsi="Corbel"/>
          <w:sz w:val="24"/>
          <w:szCs w:val="24"/>
        </w:rPr>
        <w:t>Cele przedmiotu</w:t>
      </w:r>
    </w:p>
    <w:p w14:paraId="6C80E40F" w14:textId="77777777" w:rsidR="00F83B28" w:rsidRPr="00794F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833"/>
      </w:tblGrid>
      <w:tr w:rsidR="00AA062A" w:rsidRPr="00794FA2" w14:paraId="3D39751A" w14:textId="77777777" w:rsidTr="00AA062A">
        <w:tc>
          <w:tcPr>
            <w:tcW w:w="806" w:type="dxa"/>
            <w:vAlign w:val="center"/>
          </w:tcPr>
          <w:p w14:paraId="27B9F349" w14:textId="77777777" w:rsidR="00AA062A" w:rsidRPr="00794FA2" w:rsidRDefault="00AA062A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3" w:type="dxa"/>
            <w:vAlign w:val="center"/>
          </w:tcPr>
          <w:p w14:paraId="23B6F749" w14:textId="77777777" w:rsidR="00AA062A" w:rsidRPr="00794FA2" w:rsidRDefault="00AA062A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Celem przedmiotu jest wskazanie form dzięki, którym finansowane są w praktyce zadania publiczne w ramach środków budżetowych.</w:t>
            </w:r>
          </w:p>
        </w:tc>
      </w:tr>
      <w:tr w:rsidR="00AA062A" w:rsidRPr="00794FA2" w14:paraId="67A0BA65" w14:textId="77777777" w:rsidTr="00AA062A">
        <w:tc>
          <w:tcPr>
            <w:tcW w:w="806" w:type="dxa"/>
            <w:vAlign w:val="center"/>
          </w:tcPr>
          <w:p w14:paraId="604E2828" w14:textId="77777777" w:rsidR="00AA062A" w:rsidRPr="00794FA2" w:rsidRDefault="00AA062A" w:rsidP="007523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33" w:type="dxa"/>
            <w:vAlign w:val="center"/>
          </w:tcPr>
          <w:p w14:paraId="31676BD6" w14:textId="77777777" w:rsidR="00AA062A" w:rsidRPr="00794FA2" w:rsidRDefault="00AA062A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W tym celu zostaną przedstawione kwestie związane z praktycznym zastosowaniem metody budżetowania brutto i netto.</w:t>
            </w:r>
          </w:p>
        </w:tc>
      </w:tr>
      <w:tr w:rsidR="00AA062A" w:rsidRPr="00794FA2" w14:paraId="2700ECB7" w14:textId="77777777" w:rsidTr="00AA062A">
        <w:tc>
          <w:tcPr>
            <w:tcW w:w="806" w:type="dxa"/>
            <w:vAlign w:val="center"/>
          </w:tcPr>
          <w:p w14:paraId="1C1BA3BD" w14:textId="77777777" w:rsidR="00AA062A" w:rsidRPr="00794FA2" w:rsidRDefault="00AA062A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33" w:type="dxa"/>
            <w:vAlign w:val="center"/>
          </w:tcPr>
          <w:p w14:paraId="6B65447A" w14:textId="77777777" w:rsidR="00AA062A" w:rsidRPr="00794FA2" w:rsidRDefault="00AA062A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4FA2">
              <w:rPr>
                <w:rFonts w:ascii="Corbel" w:hAnsi="Corbel"/>
                <w:b w:val="0"/>
                <w:sz w:val="24"/>
                <w:szCs w:val="24"/>
              </w:rPr>
              <w:t>Podczas wykładu zostaną scharakteryzowane wszystkie, występujące na podstawie obowiązujących regulacji prawnych, formy organizacyjnoprawne zarówno te pozwalające realizować publiczne zadania rządowe, jak i samorządowe.</w:t>
            </w:r>
          </w:p>
        </w:tc>
      </w:tr>
    </w:tbl>
    <w:p w14:paraId="6985EDA3" w14:textId="77777777" w:rsidR="0085747A" w:rsidRPr="00794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FA7927" w14:textId="77777777" w:rsidR="001D7B54" w:rsidRPr="00794F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4FA2">
        <w:rPr>
          <w:rFonts w:ascii="Corbel" w:hAnsi="Corbel"/>
          <w:b/>
          <w:sz w:val="24"/>
          <w:szCs w:val="24"/>
        </w:rPr>
        <w:t xml:space="preserve">3.2 </w:t>
      </w:r>
      <w:r w:rsidR="001D7B54" w:rsidRPr="00794FA2">
        <w:rPr>
          <w:rFonts w:ascii="Corbel" w:hAnsi="Corbel"/>
          <w:b/>
          <w:sz w:val="24"/>
          <w:szCs w:val="24"/>
        </w:rPr>
        <w:t xml:space="preserve">Efekty </w:t>
      </w:r>
      <w:r w:rsidR="00C05F44" w:rsidRPr="00794F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4FA2">
        <w:rPr>
          <w:rFonts w:ascii="Corbel" w:hAnsi="Corbel"/>
          <w:b/>
          <w:sz w:val="24"/>
          <w:szCs w:val="24"/>
        </w:rPr>
        <w:t>dla przedmiotu</w:t>
      </w:r>
    </w:p>
    <w:p w14:paraId="1106BF70" w14:textId="77777777" w:rsidR="001D7B54" w:rsidRPr="00794F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94FA2" w14:paraId="3606B7A0" w14:textId="77777777" w:rsidTr="0071620A">
        <w:tc>
          <w:tcPr>
            <w:tcW w:w="1701" w:type="dxa"/>
            <w:vAlign w:val="center"/>
          </w:tcPr>
          <w:p w14:paraId="4AEADF3D" w14:textId="77777777" w:rsidR="0085747A" w:rsidRPr="00794F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94F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94F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82FFCD" w14:textId="77777777" w:rsidR="0085747A" w:rsidRPr="00794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9C30BE" w14:textId="77777777" w:rsidR="0085747A" w:rsidRPr="00794F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94F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062A" w:rsidRPr="00794FA2" w14:paraId="7C0373A2" w14:textId="77777777" w:rsidTr="005E6E85">
        <w:tc>
          <w:tcPr>
            <w:tcW w:w="1701" w:type="dxa"/>
          </w:tcPr>
          <w:p w14:paraId="3ABF3D5B" w14:textId="77777777" w:rsidR="00AA062A" w:rsidRPr="00794FA2" w:rsidRDefault="00AA0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94F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A1A9CB" w14:textId="77777777" w:rsidR="00AA062A" w:rsidRPr="00794FA2" w:rsidRDefault="00AA062A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Wskazuje na szczególną wiedzę na temat struktur, instytucji i zasad działania organów administracji publicznej (krajowych międzynarodowych i unijnych) i podmiotów administrujących, ich genezy i ewolucji oraz wykonywanych przez nie zadań;</w:t>
            </w:r>
          </w:p>
        </w:tc>
        <w:tc>
          <w:tcPr>
            <w:tcW w:w="1873" w:type="dxa"/>
          </w:tcPr>
          <w:p w14:paraId="35FBB381" w14:textId="77777777" w:rsidR="00AA062A" w:rsidRPr="00794FA2" w:rsidRDefault="00AA06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14221EC7" w14:textId="77777777" w:rsidR="00AA062A" w:rsidRPr="00794FA2" w:rsidRDefault="00AA062A" w:rsidP="00A569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A062A" w:rsidRPr="00794FA2" w14:paraId="38DA4D2A" w14:textId="77777777" w:rsidTr="005E6E85">
        <w:tc>
          <w:tcPr>
            <w:tcW w:w="1701" w:type="dxa"/>
          </w:tcPr>
          <w:p w14:paraId="2B7808A9" w14:textId="77777777" w:rsidR="00AA062A" w:rsidRPr="00794FA2" w:rsidRDefault="00AA0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F10A25" w14:textId="77777777" w:rsidR="00AA062A" w:rsidRPr="00794FA2" w:rsidRDefault="00AA062A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relacjach między nimi a jednostką i instytucjami społecznymi w odniesieniu do wybranych struktur i instytucji społecznych;</w:t>
            </w:r>
          </w:p>
        </w:tc>
        <w:tc>
          <w:tcPr>
            <w:tcW w:w="1873" w:type="dxa"/>
          </w:tcPr>
          <w:p w14:paraId="581F039C" w14:textId="77777777" w:rsidR="00AA062A" w:rsidRPr="00794FA2" w:rsidRDefault="00AA062A" w:rsidP="00794FA2">
            <w:pPr>
              <w:pStyle w:val="Punktygwne"/>
              <w:spacing w:before="0" w:after="0"/>
              <w:ind w:left="342"/>
              <w:rPr>
                <w:rFonts w:ascii="Corbel" w:hAnsi="Corbel"/>
                <w:b w:val="0"/>
                <w:szCs w:val="24"/>
              </w:rPr>
            </w:pPr>
            <w:r w:rsidRPr="00794FA2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AA062A" w:rsidRPr="00794FA2" w14:paraId="163476B6" w14:textId="77777777" w:rsidTr="005E6E85">
        <w:tc>
          <w:tcPr>
            <w:tcW w:w="1701" w:type="dxa"/>
          </w:tcPr>
          <w:p w14:paraId="29CF27C4" w14:textId="77777777" w:rsidR="00AA062A" w:rsidRPr="00794FA2" w:rsidRDefault="00AA062A" w:rsidP="00A56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B354613" w14:textId="77777777" w:rsidR="00AA062A" w:rsidRPr="00794FA2" w:rsidRDefault="00C75576" w:rsidP="00C75576">
            <w:pPr>
              <w:pStyle w:val="Default"/>
              <w:jc w:val="both"/>
              <w:rPr>
                <w:rFonts w:ascii="Corbel" w:hAnsi="Corbel"/>
              </w:rPr>
            </w:pPr>
            <w:r w:rsidRPr="00794FA2">
              <w:rPr>
                <w:rFonts w:ascii="Corbel" w:hAnsi="Corbel"/>
              </w:rPr>
              <w:t xml:space="preserve">Zna i rozumie terminologię z zakresu dyscyplin naukowych realizowanych w ramach planu studiów administracyjnych oraz posługuje się szczegółową terminologią pojęciową z zakresu wybranej specjalności; </w:t>
            </w:r>
          </w:p>
        </w:tc>
        <w:tc>
          <w:tcPr>
            <w:tcW w:w="1873" w:type="dxa"/>
          </w:tcPr>
          <w:p w14:paraId="15CDFF67" w14:textId="77777777" w:rsidR="00AA062A" w:rsidRPr="00794FA2" w:rsidRDefault="00AA06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K_W07</w:t>
            </w:r>
          </w:p>
          <w:p w14:paraId="1ACBC43F" w14:textId="77777777" w:rsidR="00AA062A" w:rsidRPr="00794FA2" w:rsidRDefault="00AA062A" w:rsidP="00A569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A062A" w:rsidRPr="00794FA2" w14:paraId="3F3855CF" w14:textId="77777777" w:rsidTr="005E6E85">
        <w:tc>
          <w:tcPr>
            <w:tcW w:w="1701" w:type="dxa"/>
          </w:tcPr>
          <w:p w14:paraId="75BAE514" w14:textId="77777777" w:rsidR="00AA062A" w:rsidRPr="00794FA2" w:rsidRDefault="00AA062A" w:rsidP="00A569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4FA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DF31C9D" w14:textId="77777777" w:rsidR="00AA062A" w:rsidRPr="00794FA2" w:rsidRDefault="00AA062A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 pozyskiwać dane dla analizowania procesów i zjawisk a także prawidłowo posługiwać się wiedzą z zakresu nauk o prawie i administracji oraz podstawową wiedzą interdyscyplinarną do tworzenia nietypowych i innowacyjnych rozwiązań problemów;</w:t>
            </w:r>
          </w:p>
        </w:tc>
        <w:tc>
          <w:tcPr>
            <w:tcW w:w="1873" w:type="dxa"/>
          </w:tcPr>
          <w:p w14:paraId="129D7FB1" w14:textId="77777777" w:rsidR="00AA062A" w:rsidRPr="00794FA2" w:rsidRDefault="00AA06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A062A" w:rsidRPr="00794FA2" w14:paraId="269DE0D9" w14:textId="77777777" w:rsidTr="005E6E85">
        <w:tc>
          <w:tcPr>
            <w:tcW w:w="1701" w:type="dxa"/>
          </w:tcPr>
          <w:p w14:paraId="6F40BBFD" w14:textId="77777777" w:rsidR="00AA062A" w:rsidRPr="00794FA2" w:rsidRDefault="00AA062A" w:rsidP="005A36DF">
            <w:pPr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2178D84A" w14:textId="77777777" w:rsidR="00AA062A" w:rsidRPr="00794FA2" w:rsidRDefault="00AA062A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rozwiązania konkretnego problemu i podejmowania rozstrzygnięć;</w:t>
            </w:r>
          </w:p>
        </w:tc>
        <w:tc>
          <w:tcPr>
            <w:tcW w:w="1873" w:type="dxa"/>
          </w:tcPr>
          <w:p w14:paraId="340E60A1" w14:textId="77777777" w:rsidR="00AA062A" w:rsidRPr="00794FA2" w:rsidRDefault="00AA062A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27886" w:rsidRPr="00794FA2" w14:paraId="5DAD81C7" w14:textId="77777777" w:rsidTr="005E6E85">
        <w:tc>
          <w:tcPr>
            <w:tcW w:w="1701" w:type="dxa"/>
          </w:tcPr>
          <w:p w14:paraId="11C7AEF0" w14:textId="77777777" w:rsidR="00F27886" w:rsidRPr="00794FA2" w:rsidRDefault="00F27886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794FA2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348EF951" w14:textId="77777777" w:rsidR="00F27886" w:rsidRPr="00794FA2" w:rsidRDefault="00F27886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 w tym również na gruncie interdyscyplinarnym;</w:t>
            </w:r>
          </w:p>
        </w:tc>
        <w:tc>
          <w:tcPr>
            <w:tcW w:w="1873" w:type="dxa"/>
          </w:tcPr>
          <w:p w14:paraId="6BFF60E1" w14:textId="77777777" w:rsidR="00F27886" w:rsidRPr="00794FA2" w:rsidRDefault="00F2788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K_K01</w:t>
            </w:r>
          </w:p>
          <w:p w14:paraId="3F348A61" w14:textId="77777777" w:rsidR="00F27886" w:rsidRPr="00794FA2" w:rsidRDefault="00F2788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27886" w:rsidRPr="00794FA2" w14:paraId="1ABF58A4" w14:textId="77777777" w:rsidTr="005E6E85">
        <w:tc>
          <w:tcPr>
            <w:tcW w:w="1701" w:type="dxa"/>
          </w:tcPr>
          <w:p w14:paraId="6458A7A0" w14:textId="77777777" w:rsidR="00F27886" w:rsidRPr="00794FA2" w:rsidRDefault="00F27886" w:rsidP="00A569EC">
            <w:pPr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mallCaps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38239A63" w14:textId="77777777" w:rsidR="00F27886" w:rsidRPr="00794FA2" w:rsidRDefault="00F27886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Jest zdolny do samodzielnego rozwiązywania podstawowych problemów administracyjnych, prawnych i etycznych związanych z administracją;</w:t>
            </w:r>
          </w:p>
        </w:tc>
        <w:tc>
          <w:tcPr>
            <w:tcW w:w="1873" w:type="dxa"/>
          </w:tcPr>
          <w:p w14:paraId="48E6AC12" w14:textId="77777777" w:rsidR="00F27886" w:rsidRPr="00794FA2" w:rsidRDefault="00F2788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K_K02</w:t>
            </w:r>
          </w:p>
          <w:p w14:paraId="5463FBCA" w14:textId="77777777" w:rsidR="00F27886" w:rsidRPr="00794FA2" w:rsidRDefault="00F2788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9B84067" w14:textId="77777777" w:rsidR="0085747A" w:rsidRPr="00794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8B8B6D" w14:textId="77777777" w:rsidR="0085747A" w:rsidRPr="00794F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4FA2">
        <w:rPr>
          <w:rFonts w:ascii="Corbel" w:hAnsi="Corbel"/>
          <w:b/>
          <w:sz w:val="24"/>
          <w:szCs w:val="24"/>
        </w:rPr>
        <w:t>3.3</w:t>
      </w:r>
      <w:r w:rsidR="0085747A" w:rsidRPr="00794FA2">
        <w:rPr>
          <w:rFonts w:ascii="Corbel" w:hAnsi="Corbel"/>
          <w:b/>
          <w:sz w:val="24"/>
          <w:szCs w:val="24"/>
        </w:rPr>
        <w:t>T</w:t>
      </w:r>
      <w:r w:rsidR="001D7B54" w:rsidRPr="00794FA2">
        <w:rPr>
          <w:rFonts w:ascii="Corbel" w:hAnsi="Corbel"/>
          <w:b/>
          <w:sz w:val="24"/>
          <w:szCs w:val="24"/>
        </w:rPr>
        <w:t xml:space="preserve">reści programowe </w:t>
      </w:r>
    </w:p>
    <w:p w14:paraId="4070D6E6" w14:textId="77777777" w:rsidR="0085747A" w:rsidRPr="00794F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4F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94FA2">
        <w:rPr>
          <w:rFonts w:ascii="Corbel" w:hAnsi="Corbel"/>
          <w:sz w:val="24"/>
          <w:szCs w:val="24"/>
        </w:rPr>
        <w:t xml:space="preserve">, </w:t>
      </w:r>
      <w:r w:rsidRPr="00794FA2">
        <w:rPr>
          <w:rFonts w:ascii="Corbel" w:hAnsi="Corbel"/>
          <w:sz w:val="24"/>
          <w:szCs w:val="24"/>
        </w:rPr>
        <w:t xml:space="preserve">zajęć praktycznych </w:t>
      </w:r>
    </w:p>
    <w:p w14:paraId="43F10A99" w14:textId="77777777" w:rsidR="0085747A" w:rsidRPr="00794F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AA062A" w:rsidRPr="00794FA2" w14:paraId="0A37BB2D" w14:textId="77777777" w:rsidTr="00876EE0">
        <w:tc>
          <w:tcPr>
            <w:tcW w:w="8080" w:type="dxa"/>
          </w:tcPr>
          <w:p w14:paraId="11306FA5" w14:textId="77777777" w:rsidR="00AA062A" w:rsidRPr="00794FA2" w:rsidRDefault="00AA062A" w:rsidP="00A569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Zagadnienia merytoryczne:</w:t>
            </w:r>
          </w:p>
        </w:tc>
      </w:tr>
      <w:tr w:rsidR="00AA062A" w:rsidRPr="00794FA2" w14:paraId="4CEAA77F" w14:textId="77777777" w:rsidTr="00794FA2">
        <w:trPr>
          <w:trHeight w:val="510"/>
        </w:trPr>
        <w:tc>
          <w:tcPr>
            <w:tcW w:w="8080" w:type="dxa"/>
          </w:tcPr>
          <w:p w14:paraId="043DAB8B" w14:textId="35B8CAA1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Wskazanie pojęcia celów i zadań publicznych na gruncie obowiązujących regulacji prawnych.</w:t>
            </w:r>
          </w:p>
        </w:tc>
      </w:tr>
      <w:tr w:rsidR="00AA062A" w:rsidRPr="00794FA2" w14:paraId="0B8637E3" w14:textId="77777777" w:rsidTr="00794FA2">
        <w:trPr>
          <w:trHeight w:val="403"/>
        </w:trPr>
        <w:tc>
          <w:tcPr>
            <w:tcW w:w="8080" w:type="dxa"/>
          </w:tcPr>
          <w:p w14:paraId="6C0B609C" w14:textId="43076FFE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Charakterystyka metody budżetowania brutto i netto.</w:t>
            </w:r>
          </w:p>
        </w:tc>
      </w:tr>
      <w:tr w:rsidR="00AA062A" w:rsidRPr="00794FA2" w14:paraId="164419BE" w14:textId="77777777" w:rsidTr="00794FA2">
        <w:trPr>
          <w:trHeight w:val="510"/>
        </w:trPr>
        <w:tc>
          <w:tcPr>
            <w:tcW w:w="8080" w:type="dxa"/>
          </w:tcPr>
          <w:p w14:paraId="371AB2A4" w14:textId="7AA49B68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Pojęcie i znaczenie dla realizacji zadań publicznych państwowych</w:t>
            </w:r>
            <w:r w:rsidR="00252283" w:rsidRPr="00794FA2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794FA2">
              <w:rPr>
                <w:rFonts w:ascii="Corbel" w:hAnsi="Corbel"/>
                <w:sz w:val="24"/>
                <w:szCs w:val="24"/>
              </w:rPr>
              <w:t>samorządowych jednostek budżetowych.</w:t>
            </w:r>
          </w:p>
        </w:tc>
      </w:tr>
      <w:tr w:rsidR="00AA062A" w:rsidRPr="00794FA2" w14:paraId="2F3BFEFA" w14:textId="77777777" w:rsidTr="00794FA2">
        <w:trPr>
          <w:trHeight w:val="389"/>
        </w:trPr>
        <w:tc>
          <w:tcPr>
            <w:tcW w:w="8080" w:type="dxa"/>
          </w:tcPr>
          <w:p w14:paraId="00F0C180" w14:textId="7028D264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Sposób działania samorządowych zakładów budżetowych.</w:t>
            </w:r>
          </w:p>
        </w:tc>
      </w:tr>
      <w:tr w:rsidR="00AA062A" w:rsidRPr="00794FA2" w14:paraId="0353C2A3" w14:textId="77777777" w:rsidTr="00794FA2">
        <w:trPr>
          <w:trHeight w:val="510"/>
        </w:trPr>
        <w:tc>
          <w:tcPr>
            <w:tcW w:w="8080" w:type="dxa"/>
          </w:tcPr>
          <w:p w14:paraId="55B45CAA" w14:textId="691C45A1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Zasady gospodarki finansowej jednostek budżetowych oraz samorządowych zakładów budżetowych.</w:t>
            </w:r>
          </w:p>
        </w:tc>
      </w:tr>
      <w:tr w:rsidR="00AA062A" w:rsidRPr="00794FA2" w14:paraId="7A0A13DB" w14:textId="77777777" w:rsidTr="00794FA2">
        <w:trPr>
          <w:trHeight w:val="390"/>
        </w:trPr>
        <w:tc>
          <w:tcPr>
            <w:tcW w:w="8080" w:type="dxa"/>
          </w:tcPr>
          <w:p w14:paraId="295341A5" w14:textId="7CA822B4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Pojęcie i znaczenie działania agencji wykonawczych.</w:t>
            </w:r>
          </w:p>
        </w:tc>
      </w:tr>
      <w:tr w:rsidR="00AA062A" w:rsidRPr="00794FA2" w14:paraId="4A438150" w14:textId="77777777" w:rsidTr="00794FA2">
        <w:trPr>
          <w:trHeight w:val="268"/>
        </w:trPr>
        <w:tc>
          <w:tcPr>
            <w:tcW w:w="8080" w:type="dxa"/>
          </w:tcPr>
          <w:p w14:paraId="34E4D81C" w14:textId="50AFFDCC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Instytucje gospodarki budżetowej.</w:t>
            </w:r>
          </w:p>
        </w:tc>
      </w:tr>
      <w:tr w:rsidR="00AA062A" w:rsidRPr="00794FA2" w14:paraId="045EE05D" w14:textId="77777777" w:rsidTr="00794FA2">
        <w:trPr>
          <w:trHeight w:val="399"/>
        </w:trPr>
        <w:tc>
          <w:tcPr>
            <w:tcW w:w="8080" w:type="dxa"/>
          </w:tcPr>
          <w:p w14:paraId="08A3862B" w14:textId="0AA8685C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Państwowe fundusze celowe – sposób ich działania.</w:t>
            </w:r>
          </w:p>
        </w:tc>
      </w:tr>
      <w:tr w:rsidR="00AA062A" w:rsidRPr="00794FA2" w14:paraId="725156FA" w14:textId="77777777" w:rsidTr="00794FA2">
        <w:trPr>
          <w:trHeight w:val="264"/>
        </w:trPr>
        <w:tc>
          <w:tcPr>
            <w:tcW w:w="8080" w:type="dxa"/>
          </w:tcPr>
          <w:p w14:paraId="0177F727" w14:textId="5BA5C4DB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Państwowe osoby prawne realizujące zadania publiczne.</w:t>
            </w:r>
          </w:p>
        </w:tc>
      </w:tr>
      <w:tr w:rsidR="00AA062A" w:rsidRPr="00794FA2" w14:paraId="57AA7D1C" w14:textId="77777777" w:rsidTr="00794FA2">
        <w:trPr>
          <w:trHeight w:val="395"/>
        </w:trPr>
        <w:tc>
          <w:tcPr>
            <w:tcW w:w="8080" w:type="dxa"/>
          </w:tcPr>
          <w:p w14:paraId="6EDE0D20" w14:textId="017DF295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Samorządowe osoby prawne realizujące zadania publiczne.</w:t>
            </w:r>
          </w:p>
        </w:tc>
      </w:tr>
      <w:tr w:rsidR="00AA062A" w:rsidRPr="00794FA2" w14:paraId="5B4F2EDB" w14:textId="77777777" w:rsidTr="00794FA2">
        <w:trPr>
          <w:trHeight w:val="510"/>
        </w:trPr>
        <w:tc>
          <w:tcPr>
            <w:tcW w:w="8080" w:type="dxa"/>
          </w:tcPr>
          <w:p w14:paraId="6E9EC096" w14:textId="698C87F6" w:rsidR="00AA062A" w:rsidRPr="00794FA2" w:rsidRDefault="00AA062A" w:rsidP="00794FA2">
            <w:pPr>
              <w:pStyle w:val="Akapitzlist"/>
              <w:spacing w:after="0" w:line="240" w:lineRule="auto"/>
              <w:ind w:left="21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Charakterystyka innych państwowych i samorządowych osób prawnych nie będących jednostkami sektora finansów publicznych realizujących zadania publiczne.</w:t>
            </w:r>
          </w:p>
        </w:tc>
      </w:tr>
    </w:tbl>
    <w:p w14:paraId="07C564D9" w14:textId="77777777" w:rsidR="0085747A" w:rsidRPr="00794F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BA91C7" w14:textId="77777777" w:rsidR="0085747A" w:rsidRPr="00794F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4FA2">
        <w:rPr>
          <w:rFonts w:ascii="Corbel" w:hAnsi="Corbel"/>
          <w:smallCaps w:val="0"/>
          <w:szCs w:val="24"/>
        </w:rPr>
        <w:t>3.4 Metody dydaktyczne</w:t>
      </w:r>
    </w:p>
    <w:p w14:paraId="22775AEF" w14:textId="77777777" w:rsidR="0085747A" w:rsidRPr="00794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83BEB" w14:textId="77777777" w:rsidR="00AA062A" w:rsidRPr="00794FA2" w:rsidRDefault="00AA062A" w:rsidP="00F2788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94FA2">
        <w:rPr>
          <w:rFonts w:ascii="Corbel" w:hAnsi="Corbel"/>
          <w:b w:val="0"/>
          <w:smallCaps w:val="0"/>
          <w:sz w:val="20"/>
          <w:szCs w:val="20"/>
        </w:rPr>
        <w:t>Np</w:t>
      </w:r>
      <w:r w:rsidRPr="00794FA2">
        <w:rPr>
          <w:rFonts w:ascii="Corbel" w:hAnsi="Corbel"/>
          <w:sz w:val="20"/>
          <w:szCs w:val="20"/>
        </w:rPr>
        <w:t xml:space="preserve">.: </w:t>
      </w:r>
      <w:r w:rsidRPr="00794FA2">
        <w:rPr>
          <w:rFonts w:ascii="Corbel" w:hAnsi="Corbel"/>
          <w:b w:val="0"/>
          <w:i/>
          <w:smallCaps w:val="0"/>
          <w:sz w:val="20"/>
          <w:szCs w:val="20"/>
        </w:rPr>
        <w:t>ZAJĘCIA KONWERSATORYJNE Z WYKORZYSTANIEM ZRÓŻNICOWANYCH METOD DYDAKTYCZNYCH ZE SZCZEGÓLNYM NACISKIEM NA CZYNNY UDZIAŁ STUDENTÓW, NP. ROZWIĄZYWANIE I OMAWIANIE KAZUSÓW, DYSKUSJA NA PODANY TEMAT, ANALIZA PROBLEMÓW PRAKTYCZNYCH I PROPONOWANIE ICH  ROZWIĄZAŃ</w:t>
      </w:r>
    </w:p>
    <w:p w14:paraId="034F8FF3" w14:textId="77777777" w:rsidR="00F27886" w:rsidRPr="00794FA2" w:rsidRDefault="00F27886" w:rsidP="00F2788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DDD5262" w14:textId="77777777" w:rsidR="0085747A" w:rsidRPr="00794F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4FA2">
        <w:rPr>
          <w:rFonts w:ascii="Corbel" w:hAnsi="Corbel"/>
          <w:smallCaps w:val="0"/>
          <w:szCs w:val="24"/>
        </w:rPr>
        <w:t xml:space="preserve">4. </w:t>
      </w:r>
      <w:r w:rsidR="0085747A" w:rsidRPr="00794FA2">
        <w:rPr>
          <w:rFonts w:ascii="Corbel" w:hAnsi="Corbel"/>
          <w:smallCaps w:val="0"/>
          <w:szCs w:val="24"/>
        </w:rPr>
        <w:t>METODY I KRYTERIA OCENY</w:t>
      </w:r>
    </w:p>
    <w:p w14:paraId="1EAE5458" w14:textId="77777777" w:rsidR="00923D7D" w:rsidRPr="00794F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E6662C" w14:textId="77777777" w:rsidR="0085747A" w:rsidRPr="00794F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4F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4FA2">
        <w:rPr>
          <w:rFonts w:ascii="Corbel" w:hAnsi="Corbel"/>
          <w:smallCaps w:val="0"/>
          <w:szCs w:val="24"/>
        </w:rPr>
        <w:t>uczenia się</w:t>
      </w:r>
    </w:p>
    <w:p w14:paraId="41EA7449" w14:textId="77777777" w:rsidR="0085747A" w:rsidRPr="00794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94FA2" w14:paraId="25B85C11" w14:textId="77777777" w:rsidTr="00C05F44">
        <w:tc>
          <w:tcPr>
            <w:tcW w:w="1985" w:type="dxa"/>
            <w:vAlign w:val="center"/>
          </w:tcPr>
          <w:p w14:paraId="5A7BE73D" w14:textId="77777777" w:rsidR="0085747A" w:rsidRPr="00794FA2" w:rsidRDefault="0071620A" w:rsidP="00D062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62FD61" w14:textId="7BFACFC4" w:rsidR="0085747A" w:rsidRPr="00794FA2" w:rsidRDefault="00A84C85" w:rsidP="00D062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94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69F5380" w14:textId="77777777" w:rsidR="0085747A" w:rsidRPr="00794FA2" w:rsidRDefault="009F4610" w:rsidP="00D062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94F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530022" w14:textId="77777777" w:rsidR="00923D7D" w:rsidRPr="00794FA2" w:rsidRDefault="0085747A" w:rsidP="00D062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38FFC2" w14:textId="77777777" w:rsidR="0085747A" w:rsidRPr="00794FA2" w:rsidRDefault="0085747A" w:rsidP="00D062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4F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4F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7886" w:rsidRPr="00794FA2" w14:paraId="6D8FF45A" w14:textId="77777777" w:rsidTr="00C05F44">
        <w:tc>
          <w:tcPr>
            <w:tcW w:w="1985" w:type="dxa"/>
          </w:tcPr>
          <w:p w14:paraId="13D801A6" w14:textId="5AE2390D" w:rsidR="00F27886" w:rsidRPr="00D06235" w:rsidRDefault="00F27886" w:rsidP="00D062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K_W02 </w:t>
            </w:r>
          </w:p>
        </w:tc>
        <w:tc>
          <w:tcPr>
            <w:tcW w:w="5528" w:type="dxa"/>
          </w:tcPr>
          <w:p w14:paraId="575AE171" w14:textId="33B3908C" w:rsidR="00F27886" w:rsidRPr="00D06235" w:rsidRDefault="00F27886" w:rsidP="00D062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548781EB" w14:textId="77777777" w:rsidR="00F27886" w:rsidRPr="00794FA2" w:rsidRDefault="00F27886" w:rsidP="00D062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4FA2">
              <w:rPr>
                <w:rFonts w:ascii="Corbel" w:hAnsi="Corbel"/>
                <w:b w:val="0"/>
                <w:szCs w:val="24"/>
              </w:rPr>
              <w:t xml:space="preserve">K. </w:t>
            </w:r>
          </w:p>
        </w:tc>
      </w:tr>
      <w:tr w:rsidR="00F27886" w:rsidRPr="00794FA2" w14:paraId="4E009353" w14:textId="77777777" w:rsidTr="00C05F44">
        <w:tc>
          <w:tcPr>
            <w:tcW w:w="1985" w:type="dxa"/>
          </w:tcPr>
          <w:p w14:paraId="469E14AF" w14:textId="7D1A967B" w:rsidR="00F27886" w:rsidRPr="00794FA2" w:rsidRDefault="00F27886" w:rsidP="00D062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4FA2">
              <w:rPr>
                <w:rFonts w:ascii="Corbel" w:hAnsi="Corbel"/>
                <w:b w:val="0"/>
                <w:szCs w:val="24"/>
              </w:rPr>
              <w:t>K_W03</w:t>
            </w:r>
          </w:p>
        </w:tc>
        <w:tc>
          <w:tcPr>
            <w:tcW w:w="5528" w:type="dxa"/>
          </w:tcPr>
          <w:p w14:paraId="590AC348" w14:textId="0ABD291F" w:rsidR="00F27886" w:rsidRPr="00D06235" w:rsidRDefault="00F27886" w:rsidP="00D062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0CF27F0B" w14:textId="77777777" w:rsidR="00F27886" w:rsidRPr="00794FA2" w:rsidRDefault="00F27886" w:rsidP="00D062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27886" w:rsidRPr="00794FA2" w14:paraId="69976F2B" w14:textId="77777777" w:rsidTr="00C05F44">
        <w:tc>
          <w:tcPr>
            <w:tcW w:w="1985" w:type="dxa"/>
          </w:tcPr>
          <w:p w14:paraId="0D46C589" w14:textId="3335EBF8" w:rsidR="00F27886" w:rsidRPr="00D06235" w:rsidRDefault="00F27886" w:rsidP="00D062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K_W07</w:t>
            </w:r>
          </w:p>
        </w:tc>
        <w:tc>
          <w:tcPr>
            <w:tcW w:w="5528" w:type="dxa"/>
          </w:tcPr>
          <w:p w14:paraId="0A0F3408" w14:textId="15DF5112" w:rsidR="00F27886" w:rsidRPr="00D06235" w:rsidRDefault="00F27886" w:rsidP="00D062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044BC37E" w14:textId="77777777" w:rsidR="00F27886" w:rsidRPr="00794FA2" w:rsidRDefault="00F27886" w:rsidP="00D062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27886" w:rsidRPr="00794FA2" w14:paraId="2D1E5DC2" w14:textId="77777777" w:rsidTr="00C05F44">
        <w:tc>
          <w:tcPr>
            <w:tcW w:w="1985" w:type="dxa"/>
          </w:tcPr>
          <w:p w14:paraId="7190BFE0" w14:textId="77777777" w:rsidR="00F27886" w:rsidRPr="00794FA2" w:rsidRDefault="00F27886" w:rsidP="00D062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K_U04</w:t>
            </w:r>
          </w:p>
        </w:tc>
        <w:tc>
          <w:tcPr>
            <w:tcW w:w="5528" w:type="dxa"/>
          </w:tcPr>
          <w:p w14:paraId="6C1490C1" w14:textId="36AA470F" w:rsidR="00F27886" w:rsidRPr="00D06235" w:rsidRDefault="00F27886" w:rsidP="00D062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6C023E56" w14:textId="77777777" w:rsidR="00F27886" w:rsidRPr="00794FA2" w:rsidRDefault="00F27886" w:rsidP="00D062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27886" w:rsidRPr="00794FA2" w14:paraId="7F7729B8" w14:textId="77777777" w:rsidTr="00C05F44">
        <w:tc>
          <w:tcPr>
            <w:tcW w:w="1985" w:type="dxa"/>
          </w:tcPr>
          <w:p w14:paraId="00FFA057" w14:textId="77777777" w:rsidR="00F27886" w:rsidRPr="00794FA2" w:rsidRDefault="00F27886" w:rsidP="00D062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K_U06</w:t>
            </w:r>
          </w:p>
        </w:tc>
        <w:tc>
          <w:tcPr>
            <w:tcW w:w="5528" w:type="dxa"/>
          </w:tcPr>
          <w:p w14:paraId="26E1E517" w14:textId="3D74EC9B" w:rsidR="00F27886" w:rsidRPr="00D06235" w:rsidRDefault="00F27886" w:rsidP="00D062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431E60DF" w14:textId="77777777" w:rsidR="00F27886" w:rsidRPr="00794FA2" w:rsidRDefault="00F27886" w:rsidP="00D062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27886" w:rsidRPr="00794FA2" w14:paraId="108E62F2" w14:textId="77777777" w:rsidTr="00C05F44">
        <w:tc>
          <w:tcPr>
            <w:tcW w:w="1985" w:type="dxa"/>
          </w:tcPr>
          <w:p w14:paraId="211C5102" w14:textId="78E456D6" w:rsidR="00F27886" w:rsidRPr="00794FA2" w:rsidRDefault="00F27886" w:rsidP="00D062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K_K01</w:t>
            </w:r>
          </w:p>
        </w:tc>
        <w:tc>
          <w:tcPr>
            <w:tcW w:w="5528" w:type="dxa"/>
          </w:tcPr>
          <w:p w14:paraId="35CA338D" w14:textId="49A5CE33" w:rsidR="00F27886" w:rsidRPr="00D06235" w:rsidRDefault="00F27886" w:rsidP="00D062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292877F3" w14:textId="77777777" w:rsidR="00F27886" w:rsidRPr="00794FA2" w:rsidRDefault="00F27886" w:rsidP="00D062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27886" w:rsidRPr="00794FA2" w14:paraId="3D21981A" w14:textId="77777777" w:rsidTr="00C05F44">
        <w:tc>
          <w:tcPr>
            <w:tcW w:w="1985" w:type="dxa"/>
          </w:tcPr>
          <w:p w14:paraId="7F85FA89" w14:textId="6AE4478D" w:rsidR="00F27886" w:rsidRPr="00794FA2" w:rsidRDefault="00F27886" w:rsidP="00D062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K_K02</w:t>
            </w:r>
          </w:p>
        </w:tc>
        <w:tc>
          <w:tcPr>
            <w:tcW w:w="5528" w:type="dxa"/>
          </w:tcPr>
          <w:p w14:paraId="0052D574" w14:textId="5299D725" w:rsidR="00F27886" w:rsidRPr="00D06235" w:rsidRDefault="00F27886" w:rsidP="00D062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04D366F6" w14:textId="77777777" w:rsidR="00F27886" w:rsidRPr="00794FA2" w:rsidRDefault="00F27886" w:rsidP="00D062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</w:tbl>
    <w:p w14:paraId="4CD4F027" w14:textId="77777777" w:rsidR="00CA1E9A" w:rsidRPr="00794FA2" w:rsidRDefault="00CA1E9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DDF89" w14:textId="72DF8812" w:rsidR="0085747A" w:rsidRPr="00794FA2" w:rsidRDefault="00D062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794FA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94FA2">
        <w:rPr>
          <w:rFonts w:ascii="Corbel" w:hAnsi="Corbel"/>
          <w:smallCaps w:val="0"/>
          <w:szCs w:val="24"/>
        </w:rPr>
        <w:t>Warunki zaliczenia przedmiotu (kryteria oceniania)</w:t>
      </w:r>
    </w:p>
    <w:p w14:paraId="4F455CAA" w14:textId="77777777" w:rsidR="00923D7D" w:rsidRPr="00794F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4FA2" w14:paraId="3A2CF56B" w14:textId="77777777" w:rsidTr="00923D7D">
        <w:tc>
          <w:tcPr>
            <w:tcW w:w="9670" w:type="dxa"/>
          </w:tcPr>
          <w:p w14:paraId="3300D40E" w14:textId="77777777" w:rsidR="00876EE0" w:rsidRPr="00794FA2" w:rsidRDefault="00876EE0" w:rsidP="00876EE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794FA2">
              <w:rPr>
                <w:rFonts w:ascii="Corbel" w:hAnsi="Corbel"/>
                <w:b w:val="0"/>
                <w:szCs w:val="24"/>
              </w:rPr>
              <w:t>Wynik zaliczenia ustalany na podstawie pisemnych odpowiedzi studentów, gdzie ocena pozytywna osiągana jest przy min. 50% poprawnych odpowiedzi</w:t>
            </w:r>
            <w:r w:rsidR="0036087E" w:rsidRPr="00794FA2">
              <w:rPr>
                <w:rFonts w:ascii="Corbel" w:hAnsi="Corbel"/>
                <w:b w:val="0"/>
                <w:szCs w:val="24"/>
              </w:rPr>
              <w:t>ach</w:t>
            </w:r>
            <w:r w:rsidRPr="00794FA2">
              <w:rPr>
                <w:rFonts w:ascii="Corbel" w:hAnsi="Corbel"/>
                <w:b w:val="0"/>
                <w:szCs w:val="24"/>
              </w:rPr>
              <w:t>.</w:t>
            </w:r>
          </w:p>
          <w:p w14:paraId="41D3DEF3" w14:textId="77777777" w:rsidR="00876EE0" w:rsidRPr="00794FA2" w:rsidRDefault="00876EE0" w:rsidP="00876E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W przypadku kolokwium ustnego – 3 pytania zadane przez zaliczającego. Warunkiem uzyskania zaliczenia jest udzielenie poprawnej odpowiedzi na dwa pytania.</w:t>
            </w:r>
          </w:p>
          <w:p w14:paraId="781CDD27" w14:textId="77777777" w:rsidR="00923D7D" w:rsidRPr="00794FA2" w:rsidRDefault="00876EE0" w:rsidP="00876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zCs w:val="24"/>
              </w:rPr>
              <w:t>Kryteria oceny: kompletność odpowiedzi, poprawna terminologia, aktualny stan prawny.</w:t>
            </w:r>
          </w:p>
          <w:p w14:paraId="065D08F3" w14:textId="77777777" w:rsidR="0085747A" w:rsidRPr="00794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CFEAFA" w14:textId="77777777" w:rsidR="0085747A" w:rsidRPr="00794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76623E" w14:textId="77777777" w:rsidR="009F4610" w:rsidRPr="00794F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4FA2">
        <w:rPr>
          <w:rFonts w:ascii="Corbel" w:hAnsi="Corbel"/>
          <w:b/>
          <w:sz w:val="24"/>
          <w:szCs w:val="24"/>
        </w:rPr>
        <w:t xml:space="preserve">5. </w:t>
      </w:r>
      <w:r w:rsidR="00C61DC5" w:rsidRPr="00794F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A3D42B" w14:textId="77777777" w:rsidR="0085747A" w:rsidRPr="00794F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794FA2" w14:paraId="687EC66B" w14:textId="77777777" w:rsidTr="003E1941">
        <w:tc>
          <w:tcPr>
            <w:tcW w:w="4962" w:type="dxa"/>
            <w:vAlign w:val="center"/>
          </w:tcPr>
          <w:p w14:paraId="480F41D3" w14:textId="77777777" w:rsidR="0085747A" w:rsidRPr="00794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4F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4F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4F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5D0B14" w14:textId="77777777" w:rsidR="0085747A" w:rsidRPr="00794F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4F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4F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94F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76EE0" w:rsidRPr="00794FA2" w14:paraId="51639C46" w14:textId="77777777" w:rsidTr="00923D7D">
        <w:tc>
          <w:tcPr>
            <w:tcW w:w="4962" w:type="dxa"/>
          </w:tcPr>
          <w:p w14:paraId="628EF400" w14:textId="2BF5B5C9" w:rsidR="00876EE0" w:rsidRPr="00794FA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252283" w:rsidRPr="00794F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4F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338AE1" w14:textId="77777777" w:rsidR="00876EE0" w:rsidRPr="00794FA2" w:rsidRDefault="003C2823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Konserwatoria: 9</w:t>
            </w:r>
            <w:r w:rsidR="00876EE0" w:rsidRPr="00794FA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794FA2" w14:paraId="3F1A9283" w14:textId="77777777" w:rsidTr="00923D7D">
        <w:tc>
          <w:tcPr>
            <w:tcW w:w="4962" w:type="dxa"/>
          </w:tcPr>
          <w:p w14:paraId="756F0EA8" w14:textId="77777777" w:rsidR="00876EE0" w:rsidRPr="00794FA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922C15" w14:textId="77777777" w:rsidR="00876EE0" w:rsidRPr="00794FA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B1EE95" w14:textId="77777777" w:rsidR="00876EE0" w:rsidRPr="00794FA2" w:rsidRDefault="00F27886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2</w:t>
            </w:r>
            <w:r w:rsidR="00876EE0" w:rsidRPr="00794FA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794FA2" w14:paraId="0FA8EF32" w14:textId="77777777" w:rsidTr="00923D7D">
        <w:tc>
          <w:tcPr>
            <w:tcW w:w="4962" w:type="dxa"/>
          </w:tcPr>
          <w:p w14:paraId="797370E5" w14:textId="77777777" w:rsidR="00876EE0" w:rsidRPr="00794FA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BF0211" w14:textId="77777777" w:rsidR="00876EE0" w:rsidRPr="00794FA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BF3034" w14:textId="77777777" w:rsidR="00876EE0" w:rsidRPr="00794FA2" w:rsidRDefault="00F27886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89</w:t>
            </w:r>
            <w:r w:rsidR="00876EE0" w:rsidRPr="00794FA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76EE0" w:rsidRPr="00794FA2" w14:paraId="2274C5AB" w14:textId="77777777" w:rsidTr="00923D7D">
        <w:tc>
          <w:tcPr>
            <w:tcW w:w="4962" w:type="dxa"/>
          </w:tcPr>
          <w:p w14:paraId="5EECFC65" w14:textId="77777777" w:rsidR="00876EE0" w:rsidRPr="00794FA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BA77A" w14:textId="77777777" w:rsidR="00876EE0" w:rsidRPr="00794FA2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76EE0" w:rsidRPr="00794FA2" w14:paraId="7DB8F132" w14:textId="77777777" w:rsidTr="00923D7D">
        <w:tc>
          <w:tcPr>
            <w:tcW w:w="4962" w:type="dxa"/>
          </w:tcPr>
          <w:p w14:paraId="74CFFC7F" w14:textId="77777777" w:rsidR="00876EE0" w:rsidRPr="00794FA2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4F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1689FF" w14:textId="77777777" w:rsidR="00876EE0" w:rsidRPr="00794FA2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0A0B24" w14:textId="77777777" w:rsidR="0085747A" w:rsidRPr="00794F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4F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4F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DCC991" w14:textId="77777777" w:rsidR="00794FA2" w:rsidRDefault="00794FA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5A4736" w14:textId="4F317831" w:rsidR="0085747A" w:rsidRPr="00794F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4FA2">
        <w:rPr>
          <w:rFonts w:ascii="Corbel" w:hAnsi="Corbel"/>
          <w:smallCaps w:val="0"/>
          <w:szCs w:val="24"/>
        </w:rPr>
        <w:t xml:space="preserve">6. </w:t>
      </w:r>
      <w:r w:rsidR="0085747A" w:rsidRPr="00794FA2">
        <w:rPr>
          <w:rFonts w:ascii="Corbel" w:hAnsi="Corbel"/>
          <w:smallCaps w:val="0"/>
          <w:szCs w:val="24"/>
        </w:rPr>
        <w:t>PRAKTYKI ZAWODOWE W RAMACH PRZEDMIOTU</w:t>
      </w:r>
    </w:p>
    <w:p w14:paraId="216AA202" w14:textId="77777777" w:rsidR="0085747A" w:rsidRPr="00794F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94FA2" w14:paraId="24B2BA50" w14:textId="77777777" w:rsidTr="00794FA2">
        <w:trPr>
          <w:trHeight w:val="397"/>
        </w:trPr>
        <w:tc>
          <w:tcPr>
            <w:tcW w:w="3544" w:type="dxa"/>
          </w:tcPr>
          <w:p w14:paraId="12D5F3D5" w14:textId="77777777" w:rsidR="0085747A" w:rsidRPr="00794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4F7E256" w14:textId="7584F133" w:rsidR="0085747A" w:rsidRPr="00794FA2" w:rsidRDefault="00794F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794FA2" w14:paraId="158A893A" w14:textId="77777777" w:rsidTr="00794FA2">
        <w:trPr>
          <w:trHeight w:val="397"/>
        </w:trPr>
        <w:tc>
          <w:tcPr>
            <w:tcW w:w="3544" w:type="dxa"/>
          </w:tcPr>
          <w:p w14:paraId="77A243F5" w14:textId="77777777" w:rsidR="0085747A" w:rsidRPr="00794F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161759" w14:textId="07A89446" w:rsidR="0085747A" w:rsidRPr="00794FA2" w:rsidRDefault="00794F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BF2C04" w14:textId="77777777" w:rsidR="003E1941" w:rsidRPr="00794F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8D44" w14:textId="77777777" w:rsidR="0085747A" w:rsidRPr="00794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4FA2">
        <w:rPr>
          <w:rFonts w:ascii="Corbel" w:hAnsi="Corbel"/>
          <w:smallCaps w:val="0"/>
          <w:szCs w:val="24"/>
        </w:rPr>
        <w:t xml:space="preserve">7. </w:t>
      </w:r>
      <w:r w:rsidR="0085747A" w:rsidRPr="00794FA2">
        <w:rPr>
          <w:rFonts w:ascii="Corbel" w:hAnsi="Corbel"/>
          <w:smallCaps w:val="0"/>
          <w:szCs w:val="24"/>
        </w:rPr>
        <w:t>LITERATURA</w:t>
      </w:r>
    </w:p>
    <w:p w14:paraId="6E202E43" w14:textId="77777777" w:rsidR="00675843" w:rsidRPr="00794F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94FA2" w14:paraId="28C2F871" w14:textId="77777777" w:rsidTr="00794FA2">
        <w:trPr>
          <w:trHeight w:val="397"/>
        </w:trPr>
        <w:tc>
          <w:tcPr>
            <w:tcW w:w="7513" w:type="dxa"/>
          </w:tcPr>
          <w:p w14:paraId="639BA1E5" w14:textId="348AE2F4" w:rsidR="00876EE0" w:rsidRPr="00794FA2" w:rsidRDefault="00794FA2" w:rsidP="00794FA2">
            <w:pPr>
              <w:rPr>
                <w:b/>
              </w:rPr>
            </w:pPr>
            <w:r w:rsidRPr="00794FA2">
              <w:rPr>
                <w:b/>
              </w:rPr>
              <w:t>Literatura podstawowa:</w:t>
            </w:r>
          </w:p>
          <w:p w14:paraId="649EBB36" w14:textId="77777777" w:rsidR="00F27886" w:rsidRPr="00794FA2" w:rsidRDefault="00F27886" w:rsidP="00E04E7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J. Gliniecka, A. Drywa, E. Juchniewicz, T. Sowiński, </w:t>
            </w:r>
            <w:r w:rsidRPr="00794FA2">
              <w:rPr>
                <w:rFonts w:ascii="Corbel" w:hAnsi="Corbel"/>
                <w:i/>
                <w:sz w:val="24"/>
                <w:szCs w:val="24"/>
              </w:rPr>
              <w:t>Prawne aspekty funkcjonowania finansów publicznych</w:t>
            </w:r>
            <w:r w:rsidRPr="00794FA2">
              <w:rPr>
                <w:rFonts w:ascii="Corbel" w:hAnsi="Corbel"/>
                <w:sz w:val="24"/>
                <w:szCs w:val="24"/>
              </w:rPr>
              <w:t xml:space="preserve"> [w:] </w:t>
            </w:r>
            <w:r w:rsidRPr="00794FA2">
              <w:rPr>
                <w:rFonts w:ascii="Corbel" w:hAnsi="Corbel"/>
                <w:i/>
                <w:sz w:val="24"/>
                <w:szCs w:val="24"/>
              </w:rPr>
              <w:t>Praktyczne i teoretyczne problemy prawa finansowego wobec wyzwań XXI wieku</w:t>
            </w:r>
            <w:r w:rsidRPr="00794FA2">
              <w:rPr>
                <w:rFonts w:ascii="Corbel" w:hAnsi="Corbel"/>
                <w:sz w:val="24"/>
                <w:szCs w:val="24"/>
              </w:rPr>
              <w:t>, Warszawa 2017,</w:t>
            </w:r>
          </w:p>
          <w:p w14:paraId="3880EB79" w14:textId="77777777" w:rsidR="00F27886" w:rsidRPr="00794FA2" w:rsidRDefault="00F27886" w:rsidP="00E04E70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94FA2">
              <w:rPr>
                <w:rFonts w:ascii="Corbel" w:hAnsi="Corbel"/>
                <w:color w:val="000000"/>
                <w:sz w:val="24"/>
                <w:szCs w:val="24"/>
              </w:rPr>
              <w:t xml:space="preserve">A. Majchrzycka–Guzowska, </w:t>
            </w:r>
            <w:r w:rsidRPr="00794FA2">
              <w:rPr>
                <w:rFonts w:ascii="Corbel" w:hAnsi="Corbel"/>
                <w:i/>
                <w:color w:val="000000"/>
                <w:sz w:val="24"/>
                <w:szCs w:val="24"/>
              </w:rPr>
              <w:t>Finanse i Prawo finansowe</w:t>
            </w:r>
            <w:r w:rsidRPr="00794FA2">
              <w:rPr>
                <w:rFonts w:ascii="Corbel" w:hAnsi="Corbel"/>
                <w:color w:val="000000"/>
                <w:sz w:val="24"/>
                <w:szCs w:val="24"/>
              </w:rPr>
              <w:t>, Wo</w:t>
            </w:r>
            <w:r w:rsidR="003B7165" w:rsidRPr="00794FA2">
              <w:rPr>
                <w:rFonts w:ascii="Corbel" w:hAnsi="Corbel"/>
                <w:color w:val="000000"/>
                <w:sz w:val="24"/>
                <w:szCs w:val="24"/>
              </w:rPr>
              <w:t>lters Kluwer 2019</w:t>
            </w:r>
            <w:r w:rsidRPr="00794FA2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</w:p>
          <w:p w14:paraId="44D6472A" w14:textId="77777777" w:rsidR="00F27886" w:rsidRPr="00794FA2" w:rsidRDefault="00F27886" w:rsidP="00E04E70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94FA2">
              <w:rPr>
                <w:rFonts w:ascii="Corbel" w:hAnsi="Corbel"/>
                <w:color w:val="000000"/>
                <w:sz w:val="24"/>
                <w:szCs w:val="24"/>
              </w:rPr>
              <w:t xml:space="preserve">C. Kosikowski, </w:t>
            </w:r>
            <w:r w:rsidRPr="00794FA2">
              <w:rPr>
                <w:rFonts w:ascii="Corbel" w:hAnsi="Corbel"/>
                <w:i/>
                <w:color w:val="000000"/>
                <w:sz w:val="24"/>
                <w:szCs w:val="24"/>
              </w:rPr>
              <w:t>Finanse i prawo finansowe Unii Europejskiej</w:t>
            </w:r>
            <w:r w:rsidRPr="00794FA2">
              <w:rPr>
                <w:rFonts w:ascii="Corbel" w:hAnsi="Corbel"/>
                <w:color w:val="000000"/>
                <w:sz w:val="24"/>
                <w:szCs w:val="24"/>
              </w:rPr>
              <w:t>, Warszawa 2014,</w:t>
            </w:r>
          </w:p>
          <w:p w14:paraId="6B74F7AA" w14:textId="77777777" w:rsidR="008574B4" w:rsidRPr="00794FA2" w:rsidRDefault="008574B4" w:rsidP="008574B4">
            <w:pPr>
              <w:pStyle w:val="Nagwek1"/>
              <w:spacing w:before="0"/>
              <w:rPr>
                <w:rFonts w:ascii="Corbel" w:eastAsia="Times New Roman" w:hAnsi="Corbel" w:cs="Times New Roman"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proofErr w:type="spellStart"/>
            <w:r w:rsidRPr="00794FA2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A.Nowak</w:t>
            </w:r>
            <w:proofErr w:type="spellEnd"/>
            <w:r w:rsidRPr="00794FA2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-Far (red.), M. Frysztak, A. </w:t>
            </w:r>
            <w:proofErr w:type="spellStart"/>
            <w:r w:rsidRPr="00794FA2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794FA2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794FA2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794FA2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794FA2">
              <w:rPr>
                <w:rFonts w:ascii="Corbel" w:eastAsia="Times New Roman" w:hAnsi="Corbel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  <w:t xml:space="preserve">Finanse publiczne i prawo finansowe, </w:t>
            </w:r>
            <w:proofErr w:type="spellStart"/>
            <w:r w:rsidRPr="00794FA2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>C.H.Beck</w:t>
            </w:r>
            <w:proofErr w:type="spellEnd"/>
            <w:r w:rsidRPr="00794FA2">
              <w:rPr>
                <w:rFonts w:ascii="Corbel" w:eastAsia="Times New Roman" w:hAnsi="Corbel" w:cs="Times New Roman"/>
                <w:color w:val="auto"/>
                <w:kern w:val="36"/>
                <w:sz w:val="24"/>
                <w:szCs w:val="24"/>
                <w:lang w:eastAsia="pl-PL"/>
              </w:rPr>
              <w:t xml:space="preserve"> 2020,</w:t>
            </w:r>
          </w:p>
          <w:p w14:paraId="014E13B2" w14:textId="77777777" w:rsidR="00F27886" w:rsidRPr="00794FA2" w:rsidRDefault="008574B4" w:rsidP="00E04E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794FA2">
              <w:rPr>
                <w:rFonts w:ascii="Corbel" w:hAnsi="Corbel"/>
                <w:b w:val="0"/>
                <w:smallCaps w:val="0"/>
                <w:szCs w:val="24"/>
              </w:rPr>
              <w:t>Ofiarski</w:t>
            </w:r>
            <w:proofErr w:type="spellEnd"/>
            <w:r w:rsidR="00F27886"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94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Ustawa o f</w:t>
            </w:r>
            <w:r w:rsidR="00F27886" w:rsidRPr="00794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inans</w:t>
            </w:r>
            <w:r w:rsidRPr="00794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ach</w:t>
            </w:r>
            <w:r w:rsidR="00F27886" w:rsidRPr="00794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publiczn</w:t>
            </w:r>
            <w:r w:rsidRPr="00794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ych</w:t>
            </w:r>
            <w:r w:rsidR="00F27886" w:rsidRPr="00794FA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Komentarz</w:t>
            </w:r>
            <w:r w:rsidR="00F27886"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94FA2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27886"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 w:rsidRPr="00794FA2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F27886" w:rsidRPr="00794FA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B564C89" w14:textId="77777777" w:rsidR="0085747A" w:rsidRPr="00794FA2" w:rsidRDefault="00F27886" w:rsidP="00E04E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E. Feret, </w:t>
            </w:r>
            <w:r w:rsidRPr="00794FA2">
              <w:rPr>
                <w:rFonts w:ascii="Corbel" w:hAnsi="Corbel"/>
                <w:b w:val="0"/>
                <w:i/>
                <w:smallCaps w:val="0"/>
                <w:szCs w:val="24"/>
              </w:rPr>
              <w:t>Formy organizacyjnoprawne finansowania samorządowych zadań publicznych,</w:t>
            </w: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 Rzeszów 2013.</w:t>
            </w:r>
          </w:p>
        </w:tc>
      </w:tr>
      <w:tr w:rsidR="0085747A" w:rsidRPr="00794FA2" w14:paraId="369F0F47" w14:textId="77777777" w:rsidTr="00794FA2">
        <w:trPr>
          <w:trHeight w:val="397"/>
        </w:trPr>
        <w:tc>
          <w:tcPr>
            <w:tcW w:w="7513" w:type="dxa"/>
          </w:tcPr>
          <w:p w14:paraId="5AC1CFC4" w14:textId="3056C9F4" w:rsidR="0085747A" w:rsidRDefault="0085747A" w:rsidP="00E04E7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794FA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C8E5901" w14:textId="77777777" w:rsidR="00794FA2" w:rsidRPr="00794FA2" w:rsidRDefault="00794FA2" w:rsidP="00E04E7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84C8A0D" w14:textId="77777777" w:rsidR="008574B4" w:rsidRPr="00794FA2" w:rsidRDefault="00FB38AB" w:rsidP="008574B4">
            <w:pPr>
              <w:shd w:val="clear" w:color="auto" w:fill="FFFFFF"/>
              <w:spacing w:after="165" w:line="240" w:lineRule="auto"/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</w:pPr>
            <w:hyperlink r:id="rId8" w:tgtFrame="_self" w:tooltip="Arkadiusz Babczuk" w:history="1">
              <w:r w:rsidR="008574B4" w:rsidRPr="00794FA2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="008574B4" w:rsidRPr="00794FA2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="008574B4" w:rsidRPr="00794FA2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,</w:t>
              </w:r>
              <w:r w:rsidR="008574B4" w:rsidRPr="00794FA2">
                <w:rPr>
                  <w:rFonts w:ascii="Corbel" w:eastAsia="Times New Roman" w:hAnsi="Corbel"/>
                  <w:sz w:val="24"/>
                  <w:szCs w:val="24"/>
                  <w:u w:val="single"/>
                  <w:lang w:eastAsia="pl-PL"/>
                </w:rPr>
                <w:t> </w:t>
              </w:r>
            </w:hyperlink>
            <w:r w:rsidR="008574B4" w:rsidRPr="00794FA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 Wolters Kluwer 2020,</w:t>
            </w:r>
          </w:p>
          <w:p w14:paraId="0B58EFD7" w14:textId="77777777" w:rsidR="008574B4" w:rsidRPr="00794FA2" w:rsidRDefault="008574B4" w:rsidP="008574B4">
            <w:pPr>
              <w:pStyle w:val="Nagwek1"/>
              <w:shd w:val="clear" w:color="auto" w:fill="FFFFFF"/>
              <w:spacing w:before="150" w:after="150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794FA2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W. </w:t>
            </w:r>
            <w:proofErr w:type="spellStart"/>
            <w:r w:rsidRPr="00794FA2">
              <w:rPr>
                <w:rFonts w:ascii="Corbel" w:hAnsi="Corbel" w:cs="Times New Roman"/>
                <w:color w:val="auto"/>
                <w:sz w:val="24"/>
                <w:szCs w:val="24"/>
              </w:rPr>
              <w:t>Robaczyński</w:t>
            </w:r>
            <w:proofErr w:type="spellEnd"/>
            <w:r w:rsidRPr="00794FA2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</w:t>
            </w:r>
            <w:proofErr w:type="spellStart"/>
            <w:r w:rsidRPr="00794FA2">
              <w:rPr>
                <w:rFonts w:ascii="Corbel" w:hAnsi="Corbel" w:cs="Times New Roman"/>
                <w:color w:val="auto"/>
                <w:sz w:val="24"/>
                <w:szCs w:val="24"/>
              </w:rPr>
              <w:t>Babczuk</w:t>
            </w:r>
            <w:proofErr w:type="spellEnd"/>
            <w:r w:rsidRPr="00794FA2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, A. Talik, </w:t>
            </w:r>
            <w:r w:rsidRPr="00794FA2">
              <w:rPr>
                <w:rFonts w:ascii="Corbel" w:eastAsia="Times New Roman" w:hAnsi="Corbel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  <w:t xml:space="preserve">Dyscyplina finansów publicznych. Podstawy i zakres odpowiedzialności, </w:t>
            </w:r>
            <w:proofErr w:type="spellStart"/>
            <w:r w:rsidRPr="00794FA2">
              <w:rPr>
                <w:rFonts w:ascii="Corbel" w:hAnsi="Corbel" w:cs="Times New Roman"/>
                <w:color w:val="auto"/>
                <w:sz w:val="24"/>
                <w:szCs w:val="24"/>
              </w:rPr>
              <w:t>C.H.Beck</w:t>
            </w:r>
            <w:proofErr w:type="spellEnd"/>
            <w:r w:rsidRPr="00794FA2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 2015,</w:t>
            </w:r>
          </w:p>
          <w:p w14:paraId="6DF5B9C9" w14:textId="77777777" w:rsidR="00F27886" w:rsidRPr="00794FA2" w:rsidRDefault="00F27886" w:rsidP="00E04E7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794FA2">
              <w:rPr>
                <w:rFonts w:ascii="Corbel" w:hAnsi="Corbel"/>
                <w:sz w:val="24"/>
                <w:szCs w:val="24"/>
              </w:rPr>
              <w:t xml:space="preserve">E. Chojna - Duch, </w:t>
            </w:r>
            <w:r w:rsidRPr="00794FA2">
              <w:rPr>
                <w:rFonts w:ascii="Corbel" w:hAnsi="Corbel"/>
                <w:i/>
                <w:sz w:val="24"/>
                <w:szCs w:val="24"/>
              </w:rPr>
              <w:t xml:space="preserve">Podstawy systemu finansów publicznych, </w:t>
            </w:r>
            <w:r w:rsidR="003B7165" w:rsidRPr="00794FA2">
              <w:rPr>
                <w:rFonts w:ascii="Corbel" w:hAnsi="Corbel"/>
                <w:sz w:val="24"/>
                <w:szCs w:val="24"/>
              </w:rPr>
              <w:t>Warszawa 2017</w:t>
            </w:r>
            <w:r w:rsidRPr="00794FA2">
              <w:rPr>
                <w:rFonts w:ascii="Corbel" w:hAnsi="Corbel"/>
                <w:sz w:val="24"/>
                <w:szCs w:val="24"/>
              </w:rPr>
              <w:t>,</w:t>
            </w:r>
          </w:p>
          <w:p w14:paraId="06E53415" w14:textId="77777777" w:rsidR="00F27886" w:rsidRPr="00794FA2" w:rsidRDefault="00F27886" w:rsidP="00E04E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794FA2">
              <w:rPr>
                <w:rFonts w:ascii="Corbel" w:hAnsi="Corbel"/>
                <w:b w:val="0"/>
                <w:smallCaps w:val="0"/>
                <w:szCs w:val="24"/>
              </w:rPr>
              <w:t>Ruśkowski</w:t>
            </w:r>
            <w:proofErr w:type="spellEnd"/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94F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Prawo finansowe sektora finansów publicznych, </w:t>
            </w:r>
            <w:r w:rsidRPr="00794FA2">
              <w:rPr>
                <w:rFonts w:ascii="Corbel" w:hAnsi="Corbel"/>
                <w:b w:val="0"/>
                <w:smallCaps w:val="0"/>
                <w:szCs w:val="24"/>
              </w:rPr>
              <w:t>Warszawa 2010,</w:t>
            </w:r>
          </w:p>
          <w:p w14:paraId="220BB803" w14:textId="77777777" w:rsidR="00876EE0" w:rsidRPr="00794FA2" w:rsidRDefault="00F27886" w:rsidP="00E04E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794FA2">
              <w:rPr>
                <w:rFonts w:ascii="Corbel" w:hAnsi="Corbel"/>
                <w:b w:val="0"/>
                <w:smallCaps w:val="0"/>
                <w:szCs w:val="24"/>
              </w:rPr>
              <w:t xml:space="preserve">T. Dębowska - Romanowska, </w:t>
            </w:r>
            <w:r w:rsidRPr="00794FA2">
              <w:rPr>
                <w:rFonts w:ascii="Corbel" w:hAnsi="Corbel"/>
                <w:b w:val="0"/>
                <w:i/>
                <w:smallCaps w:val="0"/>
                <w:szCs w:val="24"/>
              </w:rPr>
              <w:t>Prawo finansowe. Część konstytucyjna wraz z częścią ogólną</w:t>
            </w:r>
            <w:r w:rsidRPr="00794FA2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6D20B756" w14:textId="77777777" w:rsidR="0085747A" w:rsidRPr="00794F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2659A7" w14:textId="77777777" w:rsidR="0085747A" w:rsidRPr="00794FA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4F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94FA2" w:rsidSect="00794FA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6815E" w14:textId="77777777" w:rsidR="00FB38AB" w:rsidRDefault="00FB38AB" w:rsidP="00C16ABF">
      <w:pPr>
        <w:spacing w:after="0" w:line="240" w:lineRule="auto"/>
      </w:pPr>
      <w:r>
        <w:separator/>
      </w:r>
    </w:p>
  </w:endnote>
  <w:endnote w:type="continuationSeparator" w:id="0">
    <w:p w14:paraId="29FAA0B1" w14:textId="77777777" w:rsidR="00FB38AB" w:rsidRDefault="00FB38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C2622" w14:textId="77777777" w:rsidR="00FB38AB" w:rsidRDefault="00FB38AB" w:rsidP="00C16ABF">
      <w:pPr>
        <w:spacing w:after="0" w:line="240" w:lineRule="auto"/>
      </w:pPr>
      <w:r>
        <w:separator/>
      </w:r>
    </w:p>
  </w:footnote>
  <w:footnote w:type="continuationSeparator" w:id="0">
    <w:p w14:paraId="53182CE4" w14:textId="77777777" w:rsidR="00FB38AB" w:rsidRDefault="00FB38AB" w:rsidP="00C16ABF">
      <w:pPr>
        <w:spacing w:after="0" w:line="240" w:lineRule="auto"/>
      </w:pPr>
      <w:r>
        <w:continuationSeparator/>
      </w:r>
    </w:p>
  </w:footnote>
  <w:footnote w:id="1">
    <w:p w14:paraId="42023391" w14:textId="77777777" w:rsidR="00863FB3" w:rsidRDefault="00863F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024AC1"/>
    <w:multiLevelType w:val="hybridMultilevel"/>
    <w:tmpl w:val="3F8C4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D9A"/>
    <w:rsid w:val="00070ED6"/>
    <w:rsid w:val="000742DC"/>
    <w:rsid w:val="00084C12"/>
    <w:rsid w:val="00086F49"/>
    <w:rsid w:val="0009462C"/>
    <w:rsid w:val="00094B12"/>
    <w:rsid w:val="00096C46"/>
    <w:rsid w:val="000A296F"/>
    <w:rsid w:val="000A2A28"/>
    <w:rsid w:val="000B192D"/>
    <w:rsid w:val="000B28EE"/>
    <w:rsid w:val="000B3E37"/>
    <w:rsid w:val="000C73F2"/>
    <w:rsid w:val="000D04B0"/>
    <w:rsid w:val="000F1C57"/>
    <w:rsid w:val="000F5615"/>
    <w:rsid w:val="00111923"/>
    <w:rsid w:val="00124BFF"/>
    <w:rsid w:val="0012560E"/>
    <w:rsid w:val="00127108"/>
    <w:rsid w:val="001272F9"/>
    <w:rsid w:val="00130C86"/>
    <w:rsid w:val="00134B13"/>
    <w:rsid w:val="00146BC0"/>
    <w:rsid w:val="00153C41"/>
    <w:rsid w:val="00154381"/>
    <w:rsid w:val="001640A7"/>
    <w:rsid w:val="00164FA7"/>
    <w:rsid w:val="00166A03"/>
    <w:rsid w:val="001718A7"/>
    <w:rsid w:val="00172C2D"/>
    <w:rsid w:val="001737CF"/>
    <w:rsid w:val="00176083"/>
    <w:rsid w:val="00192F37"/>
    <w:rsid w:val="001A70D2"/>
    <w:rsid w:val="001B5928"/>
    <w:rsid w:val="001D657B"/>
    <w:rsid w:val="001D7B54"/>
    <w:rsid w:val="001E0209"/>
    <w:rsid w:val="001F2CA2"/>
    <w:rsid w:val="001F6754"/>
    <w:rsid w:val="002144C0"/>
    <w:rsid w:val="0022477D"/>
    <w:rsid w:val="002278A9"/>
    <w:rsid w:val="002336F9"/>
    <w:rsid w:val="0024028F"/>
    <w:rsid w:val="00244ABC"/>
    <w:rsid w:val="00252283"/>
    <w:rsid w:val="00263828"/>
    <w:rsid w:val="00265E2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F2"/>
    <w:rsid w:val="002F02A3"/>
    <w:rsid w:val="002F4ABE"/>
    <w:rsid w:val="003018BA"/>
    <w:rsid w:val="0030395F"/>
    <w:rsid w:val="00305C92"/>
    <w:rsid w:val="003151C5"/>
    <w:rsid w:val="0032463C"/>
    <w:rsid w:val="003343CF"/>
    <w:rsid w:val="003469A6"/>
    <w:rsid w:val="00346FE9"/>
    <w:rsid w:val="0034759A"/>
    <w:rsid w:val="003503F6"/>
    <w:rsid w:val="003530DD"/>
    <w:rsid w:val="0036087E"/>
    <w:rsid w:val="00363F78"/>
    <w:rsid w:val="003A0A5B"/>
    <w:rsid w:val="003A1176"/>
    <w:rsid w:val="003B7165"/>
    <w:rsid w:val="003C0BAE"/>
    <w:rsid w:val="003C2823"/>
    <w:rsid w:val="003D18A9"/>
    <w:rsid w:val="003D6CE2"/>
    <w:rsid w:val="003E1941"/>
    <w:rsid w:val="003E2FE6"/>
    <w:rsid w:val="003E49D5"/>
    <w:rsid w:val="003F0720"/>
    <w:rsid w:val="003F38C0"/>
    <w:rsid w:val="0041039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D88"/>
    <w:rsid w:val="005A0855"/>
    <w:rsid w:val="005A3196"/>
    <w:rsid w:val="005A36DF"/>
    <w:rsid w:val="005B6144"/>
    <w:rsid w:val="005C080F"/>
    <w:rsid w:val="005C55E5"/>
    <w:rsid w:val="005C696A"/>
    <w:rsid w:val="005E6E85"/>
    <w:rsid w:val="005F31D2"/>
    <w:rsid w:val="00603216"/>
    <w:rsid w:val="0061029B"/>
    <w:rsid w:val="00617230"/>
    <w:rsid w:val="006173D7"/>
    <w:rsid w:val="00621CE1"/>
    <w:rsid w:val="00627FC9"/>
    <w:rsid w:val="00647FA8"/>
    <w:rsid w:val="00650C5F"/>
    <w:rsid w:val="00654934"/>
    <w:rsid w:val="006568E7"/>
    <w:rsid w:val="006620D9"/>
    <w:rsid w:val="00671958"/>
    <w:rsid w:val="00675843"/>
    <w:rsid w:val="00696477"/>
    <w:rsid w:val="006C47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341"/>
    <w:rsid w:val="00761673"/>
    <w:rsid w:val="00763BF1"/>
    <w:rsid w:val="00766FD4"/>
    <w:rsid w:val="0078168C"/>
    <w:rsid w:val="00787539"/>
    <w:rsid w:val="00787C2A"/>
    <w:rsid w:val="00790E27"/>
    <w:rsid w:val="00794FA2"/>
    <w:rsid w:val="00797BF5"/>
    <w:rsid w:val="007A4022"/>
    <w:rsid w:val="007A6E6E"/>
    <w:rsid w:val="007B2254"/>
    <w:rsid w:val="007C3299"/>
    <w:rsid w:val="007C3BCC"/>
    <w:rsid w:val="007C4546"/>
    <w:rsid w:val="007D6E56"/>
    <w:rsid w:val="007F4155"/>
    <w:rsid w:val="0081554D"/>
    <w:rsid w:val="0081707E"/>
    <w:rsid w:val="00825512"/>
    <w:rsid w:val="008449B3"/>
    <w:rsid w:val="0085747A"/>
    <w:rsid w:val="008574B4"/>
    <w:rsid w:val="00863FB3"/>
    <w:rsid w:val="00871A8B"/>
    <w:rsid w:val="00876EE0"/>
    <w:rsid w:val="00884922"/>
    <w:rsid w:val="00885F64"/>
    <w:rsid w:val="0089084B"/>
    <w:rsid w:val="008917F9"/>
    <w:rsid w:val="008A45F7"/>
    <w:rsid w:val="008C0CC0"/>
    <w:rsid w:val="008C19A9"/>
    <w:rsid w:val="008C379D"/>
    <w:rsid w:val="008C3C4A"/>
    <w:rsid w:val="008C5147"/>
    <w:rsid w:val="008C5359"/>
    <w:rsid w:val="008C5363"/>
    <w:rsid w:val="008D3DFB"/>
    <w:rsid w:val="008E64F4"/>
    <w:rsid w:val="008F12C9"/>
    <w:rsid w:val="008F6E29"/>
    <w:rsid w:val="00914DD7"/>
    <w:rsid w:val="00916188"/>
    <w:rsid w:val="00923D7D"/>
    <w:rsid w:val="0094248E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694"/>
    <w:rsid w:val="009F3C5C"/>
    <w:rsid w:val="009F4610"/>
    <w:rsid w:val="009F6A7F"/>
    <w:rsid w:val="00A00ECC"/>
    <w:rsid w:val="00A155EE"/>
    <w:rsid w:val="00A2245B"/>
    <w:rsid w:val="00A30110"/>
    <w:rsid w:val="00A36899"/>
    <w:rsid w:val="00A371F6"/>
    <w:rsid w:val="00A43BF6"/>
    <w:rsid w:val="00A47B28"/>
    <w:rsid w:val="00A53FA5"/>
    <w:rsid w:val="00A54817"/>
    <w:rsid w:val="00A601C8"/>
    <w:rsid w:val="00A60799"/>
    <w:rsid w:val="00A84C85"/>
    <w:rsid w:val="00A97DE1"/>
    <w:rsid w:val="00AA062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6E"/>
    <w:rsid w:val="00B3130B"/>
    <w:rsid w:val="00B373A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F6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576"/>
    <w:rsid w:val="00C766DF"/>
    <w:rsid w:val="00C8177D"/>
    <w:rsid w:val="00C851C5"/>
    <w:rsid w:val="00C94B98"/>
    <w:rsid w:val="00C970B1"/>
    <w:rsid w:val="00CA1E9A"/>
    <w:rsid w:val="00CA2B96"/>
    <w:rsid w:val="00CA5089"/>
    <w:rsid w:val="00CD6897"/>
    <w:rsid w:val="00CE5BAC"/>
    <w:rsid w:val="00CF25BE"/>
    <w:rsid w:val="00CF78ED"/>
    <w:rsid w:val="00D02B25"/>
    <w:rsid w:val="00D02EBA"/>
    <w:rsid w:val="00D06235"/>
    <w:rsid w:val="00D17C3C"/>
    <w:rsid w:val="00D26B2C"/>
    <w:rsid w:val="00D352C9"/>
    <w:rsid w:val="00D3732B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751C"/>
    <w:rsid w:val="00DF320D"/>
    <w:rsid w:val="00DF71C8"/>
    <w:rsid w:val="00E04E70"/>
    <w:rsid w:val="00E129B8"/>
    <w:rsid w:val="00E21E7D"/>
    <w:rsid w:val="00E22FBC"/>
    <w:rsid w:val="00E233E3"/>
    <w:rsid w:val="00E24BF5"/>
    <w:rsid w:val="00E25338"/>
    <w:rsid w:val="00E51E44"/>
    <w:rsid w:val="00E547CF"/>
    <w:rsid w:val="00E63348"/>
    <w:rsid w:val="00E77E88"/>
    <w:rsid w:val="00E8107D"/>
    <w:rsid w:val="00E871AB"/>
    <w:rsid w:val="00E960BB"/>
    <w:rsid w:val="00EA2074"/>
    <w:rsid w:val="00EA4832"/>
    <w:rsid w:val="00EA4E9D"/>
    <w:rsid w:val="00EA6B87"/>
    <w:rsid w:val="00EC2B49"/>
    <w:rsid w:val="00EC4899"/>
    <w:rsid w:val="00ED03AB"/>
    <w:rsid w:val="00ED32D2"/>
    <w:rsid w:val="00EE32DE"/>
    <w:rsid w:val="00EE5457"/>
    <w:rsid w:val="00F070AB"/>
    <w:rsid w:val="00F17567"/>
    <w:rsid w:val="00F27886"/>
    <w:rsid w:val="00F27A7B"/>
    <w:rsid w:val="00F526AF"/>
    <w:rsid w:val="00F617C3"/>
    <w:rsid w:val="00F7066B"/>
    <w:rsid w:val="00F83B28"/>
    <w:rsid w:val="00FA46E5"/>
    <w:rsid w:val="00FB342A"/>
    <w:rsid w:val="00FB38A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7C12"/>
  <w15:docId w15:val="{EFB269C7-18D2-48A0-9CF5-5B7889EA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74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876EE0"/>
    <w:pPr>
      <w:ind w:left="720"/>
    </w:pPr>
    <w:rPr>
      <w:rFonts w:eastAsia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574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arkadiusz-babczuk,3425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2C82-9350-4C99-9C01-3C6E1D1A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2021-04-15T11:18:00Z</dcterms:created>
  <dcterms:modified xsi:type="dcterms:W3CDTF">2021-08-23T12:04:00Z</dcterms:modified>
</cp:coreProperties>
</file>